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91D569" w14:textId="6F173DC4" w:rsidR="00137110" w:rsidRPr="00741C44" w:rsidRDefault="00137110">
      <w:pPr>
        <w:spacing w:line="240" w:lineRule="auto"/>
        <w:jc w:val="right"/>
      </w:pPr>
      <w:r w:rsidRPr="5A3EE52E">
        <w:rPr>
          <w:rFonts w:ascii="Corbel" w:eastAsia="Corbel" w:hAnsi="Corbel" w:cs="Corbel"/>
          <w:b/>
          <w:bCs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41C44">
        <w:rPr>
          <w:rFonts w:ascii="Corbel" w:hAnsi="Corbel" w:cs="Corbel"/>
          <w:i/>
          <w:iCs/>
        </w:rPr>
        <w:t xml:space="preserve">Załącznik nr 1.5 do Zarządzenia Rektora UR nr </w:t>
      </w:r>
      <w:r w:rsidR="00741C44" w:rsidRPr="00741C44">
        <w:rPr>
          <w:rFonts w:ascii="Corbel" w:hAnsi="Corbel" w:cs="Corbel"/>
          <w:i/>
          <w:iCs/>
        </w:rPr>
        <w:t>61/2025</w:t>
      </w:r>
    </w:p>
    <w:p w14:paraId="598A8AA9" w14:textId="77777777" w:rsidR="00137110" w:rsidRDefault="00137110">
      <w:pPr>
        <w:spacing w:after="0" w:line="240" w:lineRule="auto"/>
        <w:jc w:val="center"/>
      </w:pPr>
      <w:r>
        <w:rPr>
          <w:rFonts w:ascii="Corbel" w:hAnsi="Corbel" w:cs="Corbel"/>
          <w:b/>
          <w:smallCaps/>
          <w:sz w:val="24"/>
          <w:szCs w:val="24"/>
        </w:rPr>
        <w:t>SYLABUS</w:t>
      </w:r>
    </w:p>
    <w:p w14:paraId="4FE80D7E" w14:textId="74E0630B" w:rsidR="00137110" w:rsidRDefault="00137110" w:rsidP="645BE2ED">
      <w:pPr>
        <w:spacing w:after="0" w:line="240" w:lineRule="exact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645BE2ED">
        <w:rPr>
          <w:rFonts w:ascii="Corbel" w:hAnsi="Corbel" w:cs="Corbel"/>
          <w:b/>
          <w:bCs/>
          <w:smallCaps/>
          <w:sz w:val="24"/>
          <w:szCs w:val="24"/>
        </w:rPr>
        <w:t>dotyczy cyklu kształcenia 20</w:t>
      </w:r>
      <w:r w:rsidR="0094009D" w:rsidRPr="645BE2ED">
        <w:rPr>
          <w:rFonts w:ascii="Corbel" w:hAnsi="Corbel" w:cs="Corbel"/>
          <w:b/>
          <w:bCs/>
          <w:smallCaps/>
          <w:sz w:val="24"/>
          <w:szCs w:val="24"/>
        </w:rPr>
        <w:t>2</w:t>
      </w:r>
      <w:r w:rsidR="00F86FF4">
        <w:rPr>
          <w:rFonts w:ascii="Corbel" w:hAnsi="Corbel" w:cs="Corbel"/>
          <w:b/>
          <w:bCs/>
          <w:smallCaps/>
          <w:sz w:val="24"/>
          <w:szCs w:val="24"/>
        </w:rPr>
        <w:t>5</w:t>
      </w:r>
      <w:r w:rsidRPr="645BE2ED">
        <w:rPr>
          <w:rFonts w:ascii="Corbel" w:hAnsi="Corbel" w:cs="Corbel"/>
          <w:b/>
          <w:bCs/>
          <w:smallCaps/>
          <w:sz w:val="24"/>
          <w:szCs w:val="24"/>
        </w:rPr>
        <w:t>-202</w:t>
      </w:r>
      <w:r w:rsidR="00F86FF4">
        <w:rPr>
          <w:rFonts w:ascii="Corbel" w:hAnsi="Corbel" w:cs="Corbel"/>
          <w:b/>
          <w:bCs/>
          <w:smallCaps/>
          <w:sz w:val="24"/>
          <w:szCs w:val="24"/>
        </w:rPr>
        <w:t>8</w:t>
      </w:r>
    </w:p>
    <w:p w14:paraId="24E8696B" w14:textId="138534A9" w:rsidR="00137110" w:rsidRDefault="00137110">
      <w:pPr>
        <w:spacing w:after="0" w:line="240" w:lineRule="exact"/>
        <w:jc w:val="both"/>
      </w:pPr>
      <w:r w:rsidRPr="5A3EE52E">
        <w:rPr>
          <w:rFonts w:ascii="Corbel" w:eastAsia="Corbel" w:hAnsi="Corbel" w:cs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5A3EE52E">
        <w:rPr>
          <w:rFonts w:ascii="Corbel" w:hAnsi="Corbel" w:cs="Corbel"/>
          <w:i/>
          <w:iCs/>
          <w:sz w:val="24"/>
          <w:szCs w:val="24"/>
        </w:rPr>
        <w:t>(skrajne daty</w:t>
      </w:r>
      <w:r w:rsidRPr="5A3EE52E">
        <w:rPr>
          <w:rFonts w:ascii="Corbel" w:hAnsi="Corbel" w:cs="Corbel"/>
          <w:sz w:val="24"/>
          <w:szCs w:val="24"/>
        </w:rPr>
        <w:t>)</w:t>
      </w:r>
    </w:p>
    <w:p w14:paraId="39DE5D2F" w14:textId="5B130D99" w:rsidR="00137110" w:rsidRDefault="00137110" w:rsidP="645BE2ED">
      <w:pPr>
        <w:spacing w:after="0" w:line="240" w:lineRule="exact"/>
        <w:jc w:val="both"/>
        <w:rPr>
          <w:rFonts w:ascii="Corbel" w:hAnsi="Corbel" w:cs="Corbel"/>
          <w:b/>
          <w:bCs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ab/>
      </w:r>
      <w:r>
        <w:rPr>
          <w:rFonts w:ascii="Corbel" w:hAnsi="Corbel" w:cs="Corbel"/>
          <w:sz w:val="24"/>
          <w:szCs w:val="24"/>
        </w:rPr>
        <w:tab/>
      </w:r>
      <w:r>
        <w:rPr>
          <w:rFonts w:ascii="Corbel" w:hAnsi="Corbel" w:cs="Corbel"/>
          <w:sz w:val="24"/>
          <w:szCs w:val="24"/>
        </w:rPr>
        <w:tab/>
      </w:r>
      <w:r>
        <w:rPr>
          <w:rFonts w:ascii="Corbel" w:hAnsi="Corbel" w:cs="Corbel"/>
          <w:sz w:val="24"/>
          <w:szCs w:val="24"/>
        </w:rPr>
        <w:tab/>
      </w:r>
      <w:r>
        <w:rPr>
          <w:rFonts w:ascii="Corbel" w:hAnsi="Corbel" w:cs="Corbel"/>
          <w:sz w:val="24"/>
          <w:szCs w:val="24"/>
        </w:rPr>
        <w:tab/>
      </w:r>
      <w:r>
        <w:rPr>
          <w:rFonts w:ascii="Corbel" w:hAnsi="Corbel" w:cs="Corbel"/>
          <w:b/>
          <w:bCs/>
          <w:sz w:val="24"/>
          <w:szCs w:val="24"/>
        </w:rPr>
        <w:t>Rok akademicki 202</w:t>
      </w:r>
      <w:r w:rsidR="00F86FF4">
        <w:rPr>
          <w:rFonts w:ascii="Corbel" w:hAnsi="Corbel" w:cs="Corbel"/>
          <w:b/>
          <w:bCs/>
          <w:sz w:val="24"/>
          <w:szCs w:val="24"/>
        </w:rPr>
        <w:t>6</w:t>
      </w:r>
      <w:r>
        <w:rPr>
          <w:rFonts w:ascii="Corbel" w:hAnsi="Corbel" w:cs="Corbel"/>
          <w:b/>
          <w:bCs/>
          <w:sz w:val="24"/>
          <w:szCs w:val="24"/>
        </w:rPr>
        <w:t>/202</w:t>
      </w:r>
      <w:r w:rsidR="00F86FF4">
        <w:rPr>
          <w:rFonts w:ascii="Corbel" w:hAnsi="Corbel" w:cs="Corbel"/>
          <w:b/>
          <w:bCs/>
          <w:sz w:val="24"/>
          <w:szCs w:val="24"/>
        </w:rPr>
        <w:t>7</w:t>
      </w:r>
    </w:p>
    <w:p w14:paraId="672A6659" w14:textId="77777777" w:rsidR="00137110" w:rsidRDefault="00137110">
      <w:pPr>
        <w:spacing w:after="0" w:line="240" w:lineRule="auto"/>
        <w:rPr>
          <w:rFonts w:ascii="Corbel" w:hAnsi="Corbel" w:cs="Corbel"/>
          <w:color w:val="000000"/>
          <w:sz w:val="24"/>
          <w:szCs w:val="24"/>
        </w:rPr>
      </w:pPr>
    </w:p>
    <w:p w14:paraId="0C6E7FD4" w14:textId="77777777" w:rsidR="00137110" w:rsidRDefault="00137110">
      <w:pPr>
        <w:pStyle w:val="Punktygwne"/>
        <w:spacing w:before="0" w:after="0"/>
      </w:pPr>
      <w:r>
        <w:rPr>
          <w:rFonts w:ascii="Corbel" w:hAnsi="Corbel" w:cs="Corbel"/>
          <w:color w:val="000000"/>
          <w:szCs w:val="24"/>
        </w:rPr>
        <w:t>1. Podstawowe informacje o przedmiocie</w:t>
      </w:r>
    </w:p>
    <w:tbl>
      <w:tblPr>
        <w:tblW w:w="9791" w:type="dxa"/>
        <w:tblInd w:w="-39" w:type="dxa"/>
        <w:tblLayout w:type="fixed"/>
        <w:tblLook w:val="0000" w:firstRow="0" w:lastRow="0" w:firstColumn="0" w:lastColumn="0" w:noHBand="0" w:noVBand="0"/>
      </w:tblPr>
      <w:tblGrid>
        <w:gridCol w:w="4570"/>
        <w:gridCol w:w="5221"/>
      </w:tblGrid>
      <w:tr w:rsidR="00137110" w14:paraId="281A0CC6" w14:textId="77777777" w:rsidTr="00741C44">
        <w:tc>
          <w:tcPr>
            <w:tcW w:w="4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701564" w14:textId="77777777" w:rsidR="00137110" w:rsidRDefault="00137110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5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139A06" w14:textId="77777777" w:rsidR="00137110" w:rsidRDefault="00137110">
            <w:pPr>
              <w:pStyle w:val="Odpowiedzi"/>
              <w:spacing w:after="0"/>
            </w:pPr>
            <w:r>
              <w:rPr>
                <w:rFonts w:ascii="Corbel" w:hAnsi="Corbel" w:cs="Corbel"/>
                <w:bCs/>
                <w:sz w:val="24"/>
                <w:szCs w:val="24"/>
              </w:rPr>
              <w:t>Socjologia miasta</w:t>
            </w:r>
          </w:p>
        </w:tc>
      </w:tr>
      <w:tr w:rsidR="00137110" w14:paraId="72742886" w14:textId="77777777" w:rsidTr="00741C44">
        <w:tc>
          <w:tcPr>
            <w:tcW w:w="4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A29152" w14:textId="77777777" w:rsidR="00137110" w:rsidRDefault="00137110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5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974CDC" w14:textId="5C70EBA7" w:rsidR="00137110" w:rsidRDefault="00137110">
            <w:pPr>
              <w:pStyle w:val="Odpowiedzi"/>
              <w:spacing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S1</w:t>
            </w:r>
            <w:r w:rsidR="00B37DF6">
              <w:rPr>
                <w:rFonts w:ascii="Corbel" w:hAnsi="Corbel" w:cs="Corbel"/>
                <w:b w:val="0"/>
                <w:sz w:val="24"/>
                <w:szCs w:val="24"/>
              </w:rPr>
              <w:t>N</w:t>
            </w:r>
            <w:r>
              <w:rPr>
                <w:rFonts w:ascii="Corbel" w:hAnsi="Corbel" w:cs="Corbel"/>
                <w:b w:val="0"/>
                <w:sz w:val="24"/>
                <w:szCs w:val="24"/>
              </w:rPr>
              <w:t>[4]F_07</w:t>
            </w:r>
          </w:p>
        </w:tc>
      </w:tr>
      <w:tr w:rsidR="00137110" w14:paraId="5C0172EC" w14:textId="77777777" w:rsidTr="00741C44">
        <w:tc>
          <w:tcPr>
            <w:tcW w:w="4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9A5C16" w14:textId="77777777" w:rsidR="00137110" w:rsidRDefault="00137110">
            <w:pPr>
              <w:pStyle w:val="Pytania"/>
              <w:spacing w:before="0" w:after="0" w:line="240" w:lineRule="exact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nazwa jednostki prowadzącej kierunek</w:t>
            </w:r>
          </w:p>
        </w:tc>
        <w:tc>
          <w:tcPr>
            <w:tcW w:w="5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3E3000" w14:textId="51DA6E6F" w:rsidR="00137110" w:rsidRDefault="00F86FF4">
            <w:pPr>
              <w:pStyle w:val="Odpowiedzi"/>
              <w:spacing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Wydział </w:t>
            </w:r>
            <w:r w:rsidR="00137110">
              <w:rPr>
                <w:rFonts w:ascii="Corbel" w:hAnsi="Corbel" w:cs="Corbel"/>
                <w:b w:val="0"/>
                <w:sz w:val="24"/>
                <w:szCs w:val="24"/>
              </w:rPr>
              <w:t>Nauk Społecznych</w:t>
            </w:r>
          </w:p>
        </w:tc>
      </w:tr>
      <w:tr w:rsidR="00137110" w14:paraId="53839DC8" w14:textId="77777777" w:rsidTr="00741C44">
        <w:tc>
          <w:tcPr>
            <w:tcW w:w="4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39E105" w14:textId="77777777" w:rsidR="00137110" w:rsidRDefault="00137110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5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EB4DA1" w14:textId="77777777" w:rsidR="00137110" w:rsidRDefault="00C111E2">
            <w:pPr>
              <w:pStyle w:val="Odpowiedzi"/>
              <w:spacing w:after="0"/>
            </w:pPr>
            <w:r w:rsidRPr="00C111E2">
              <w:rPr>
                <w:rFonts w:ascii="Corbel" w:hAnsi="Corbel" w:cs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137110" w14:paraId="75EBF523" w14:textId="77777777" w:rsidTr="00741C44">
        <w:tc>
          <w:tcPr>
            <w:tcW w:w="4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835047" w14:textId="77777777" w:rsidR="00137110" w:rsidRDefault="00137110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5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DDED33" w14:textId="77777777" w:rsidR="00137110" w:rsidRDefault="00137110">
            <w:pPr>
              <w:pStyle w:val="Odpowiedzi"/>
              <w:spacing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Socjologia</w:t>
            </w:r>
          </w:p>
        </w:tc>
      </w:tr>
      <w:tr w:rsidR="00137110" w14:paraId="11529C0C" w14:textId="77777777" w:rsidTr="00741C44">
        <w:tc>
          <w:tcPr>
            <w:tcW w:w="4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8A1CED" w14:textId="77777777" w:rsidR="00137110" w:rsidRDefault="00137110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5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90E256" w14:textId="77777777" w:rsidR="00137110" w:rsidRPr="00F86FF4" w:rsidRDefault="00137110">
            <w:pPr>
              <w:pStyle w:val="Odpowiedzi"/>
              <w:spacing w:after="0"/>
              <w:rPr>
                <w:b w:val="0"/>
              </w:rPr>
            </w:pPr>
            <w:r w:rsidRPr="00F86FF4">
              <w:rPr>
                <w:rFonts w:ascii="Corbel" w:hAnsi="Corbel" w:cs="Corbel"/>
                <w:b w:val="0"/>
                <w:sz w:val="24"/>
                <w:szCs w:val="24"/>
              </w:rPr>
              <w:t>Studia I stopnia</w:t>
            </w:r>
          </w:p>
        </w:tc>
      </w:tr>
      <w:tr w:rsidR="00137110" w14:paraId="131F20F0" w14:textId="77777777" w:rsidTr="00741C44">
        <w:tc>
          <w:tcPr>
            <w:tcW w:w="4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C0481C" w14:textId="77777777" w:rsidR="00137110" w:rsidRDefault="00137110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5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E9718D" w14:textId="17332906" w:rsidR="00137110" w:rsidRPr="00F86FF4" w:rsidRDefault="00146047">
            <w:pPr>
              <w:pStyle w:val="Odpowiedzi"/>
              <w:spacing w:after="0"/>
              <w:rPr>
                <w:b w:val="0"/>
              </w:rPr>
            </w:pPr>
            <w:r w:rsidRPr="00F86FF4">
              <w:rPr>
                <w:rFonts w:ascii="Corbel" w:hAnsi="Corbel" w:cs="Corbel"/>
                <w:b w:val="0"/>
                <w:sz w:val="24"/>
                <w:szCs w:val="24"/>
              </w:rPr>
              <w:t>ogólnoakademicki</w:t>
            </w:r>
          </w:p>
        </w:tc>
      </w:tr>
      <w:tr w:rsidR="00137110" w14:paraId="0C8C0A24" w14:textId="77777777" w:rsidTr="00741C44">
        <w:tc>
          <w:tcPr>
            <w:tcW w:w="4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3992E0" w14:textId="77777777" w:rsidR="00137110" w:rsidRDefault="00137110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5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DE8C22" w14:textId="08CC755B" w:rsidR="00137110" w:rsidRPr="00F86FF4" w:rsidRDefault="00B37DF6">
            <w:pPr>
              <w:pStyle w:val="Odpowiedzi"/>
              <w:spacing w:after="0"/>
              <w:rPr>
                <w:b w:val="0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nies</w:t>
            </w:r>
            <w:r w:rsidR="00137110" w:rsidRPr="00F86FF4">
              <w:rPr>
                <w:rFonts w:ascii="Corbel" w:hAnsi="Corbel" w:cs="Corbel"/>
                <w:b w:val="0"/>
                <w:sz w:val="24"/>
                <w:szCs w:val="24"/>
              </w:rPr>
              <w:t>tacjonarn</w:t>
            </w:r>
            <w:r>
              <w:rPr>
                <w:rFonts w:ascii="Corbel" w:hAnsi="Corbel" w:cs="Corbel"/>
                <w:b w:val="0"/>
                <w:sz w:val="24"/>
                <w:szCs w:val="24"/>
              </w:rPr>
              <w:t>e</w:t>
            </w:r>
          </w:p>
        </w:tc>
      </w:tr>
      <w:tr w:rsidR="00137110" w14:paraId="341E0E4F" w14:textId="77777777" w:rsidTr="00741C44">
        <w:tc>
          <w:tcPr>
            <w:tcW w:w="4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AAF248" w14:textId="77777777" w:rsidR="00137110" w:rsidRDefault="00137110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Rok i semestr/y studiów</w:t>
            </w:r>
          </w:p>
        </w:tc>
        <w:tc>
          <w:tcPr>
            <w:tcW w:w="5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D2F6B6" w14:textId="77777777" w:rsidR="00137110" w:rsidRPr="00F86FF4" w:rsidRDefault="00137110">
            <w:pPr>
              <w:pStyle w:val="Odpowiedzi"/>
              <w:spacing w:after="0"/>
              <w:rPr>
                <w:b w:val="0"/>
              </w:rPr>
            </w:pPr>
            <w:r w:rsidRPr="00F86FF4">
              <w:rPr>
                <w:rFonts w:ascii="Corbel" w:hAnsi="Corbel" w:cs="Corbel"/>
                <w:b w:val="0"/>
                <w:sz w:val="24"/>
                <w:szCs w:val="24"/>
              </w:rPr>
              <w:t>Rok 2, semestr IV</w:t>
            </w:r>
          </w:p>
        </w:tc>
      </w:tr>
      <w:tr w:rsidR="00137110" w14:paraId="10ED0215" w14:textId="77777777" w:rsidTr="00741C44">
        <w:tc>
          <w:tcPr>
            <w:tcW w:w="4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63A118" w14:textId="77777777" w:rsidR="00137110" w:rsidRDefault="00137110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5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11AD53" w14:textId="77777777" w:rsidR="00137110" w:rsidRDefault="00137110">
            <w:pPr>
              <w:pStyle w:val="Odpowiedzi"/>
              <w:spacing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Fakultatywny</w:t>
            </w:r>
          </w:p>
        </w:tc>
      </w:tr>
      <w:tr w:rsidR="00137110" w14:paraId="26EB6C12" w14:textId="77777777" w:rsidTr="00741C44">
        <w:tc>
          <w:tcPr>
            <w:tcW w:w="4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A990D4" w14:textId="77777777" w:rsidR="00137110" w:rsidRDefault="00137110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5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D1FAC9" w14:textId="77777777" w:rsidR="00137110" w:rsidRDefault="00137110">
            <w:pPr>
              <w:pStyle w:val="Odpowiedzi"/>
              <w:spacing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Polski</w:t>
            </w:r>
          </w:p>
        </w:tc>
      </w:tr>
      <w:tr w:rsidR="00137110" w14:paraId="015E34CD" w14:textId="77777777" w:rsidTr="00741C44">
        <w:tc>
          <w:tcPr>
            <w:tcW w:w="4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C2AF6E" w14:textId="77777777" w:rsidR="00137110" w:rsidRDefault="00137110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5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889FD4" w14:textId="77777777" w:rsidR="00137110" w:rsidRDefault="00137110">
            <w:pPr>
              <w:pStyle w:val="Odpowiedzi"/>
              <w:spacing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Serhiy Troyan</w:t>
            </w:r>
          </w:p>
        </w:tc>
      </w:tr>
      <w:tr w:rsidR="00137110" w14:paraId="27C2E241" w14:textId="77777777" w:rsidTr="00741C44">
        <w:tc>
          <w:tcPr>
            <w:tcW w:w="4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1FE442" w14:textId="77777777" w:rsidR="00137110" w:rsidRDefault="00137110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5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81355C" w14:textId="77777777" w:rsidR="00137110" w:rsidRDefault="00137110">
            <w:pPr>
              <w:pStyle w:val="Odpowiedzi"/>
              <w:spacing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Serhiy Troyan</w:t>
            </w:r>
          </w:p>
        </w:tc>
      </w:tr>
    </w:tbl>
    <w:p w14:paraId="57A64E18" w14:textId="77777777" w:rsidR="00137110" w:rsidRDefault="00137110">
      <w:pPr>
        <w:pStyle w:val="Podpunkty"/>
        <w:spacing w:before="280" w:after="280"/>
        <w:ind w:left="0"/>
      </w:pPr>
      <w:r w:rsidRPr="5A3EE52E">
        <w:rPr>
          <w:rFonts w:ascii="Corbel" w:hAnsi="Corbel" w:cs="Corbel"/>
          <w:sz w:val="24"/>
          <w:szCs w:val="24"/>
          <w:lang w:val="pl-PL"/>
        </w:rPr>
        <w:t xml:space="preserve">* </w:t>
      </w:r>
      <w:r w:rsidRPr="5A3EE52E">
        <w:rPr>
          <w:rFonts w:ascii="Corbel" w:hAnsi="Corbel" w:cs="Corbel"/>
          <w:i/>
          <w:iCs/>
          <w:sz w:val="24"/>
          <w:szCs w:val="24"/>
          <w:lang w:val="pl-PL"/>
        </w:rPr>
        <w:t>-</w:t>
      </w:r>
      <w:r w:rsidRPr="5A3EE52E">
        <w:rPr>
          <w:rFonts w:ascii="Corbel" w:hAnsi="Corbel" w:cs="Corbel"/>
          <w:b w:val="0"/>
          <w:i/>
          <w:iCs/>
          <w:sz w:val="24"/>
          <w:szCs w:val="24"/>
          <w:lang w:val="pl-PL"/>
        </w:rPr>
        <w:t>opcjonalni</w:t>
      </w:r>
      <w:r w:rsidRPr="5A3EE52E">
        <w:rPr>
          <w:rFonts w:ascii="Corbel" w:hAnsi="Corbel" w:cs="Corbel"/>
          <w:b w:val="0"/>
          <w:sz w:val="24"/>
          <w:szCs w:val="24"/>
          <w:lang w:val="pl-PL"/>
        </w:rPr>
        <w:t>e,</w:t>
      </w:r>
      <w:r w:rsidRPr="5A3EE52E">
        <w:rPr>
          <w:rFonts w:ascii="Corbel" w:hAnsi="Corbel" w:cs="Corbel"/>
          <w:i/>
          <w:iCs/>
          <w:sz w:val="24"/>
          <w:szCs w:val="24"/>
          <w:lang w:val="pl-PL"/>
        </w:rPr>
        <w:t xml:space="preserve"> </w:t>
      </w:r>
      <w:r w:rsidRPr="5A3EE52E">
        <w:rPr>
          <w:rFonts w:ascii="Corbel" w:hAnsi="Corbel" w:cs="Corbel"/>
          <w:b w:val="0"/>
          <w:i/>
          <w:iCs/>
          <w:sz w:val="24"/>
          <w:szCs w:val="24"/>
          <w:lang w:val="pl-PL"/>
        </w:rPr>
        <w:t>zgodnie z ustaleniami w Jednostce</w:t>
      </w:r>
    </w:p>
    <w:p w14:paraId="7E0A0F74" w14:textId="77777777" w:rsidR="00137110" w:rsidRDefault="00137110">
      <w:pPr>
        <w:pStyle w:val="Podpunkty"/>
        <w:ind w:left="284"/>
      </w:pPr>
      <w:r>
        <w:rPr>
          <w:rFonts w:ascii="Corbel" w:hAnsi="Corbel" w:cs="Corbel"/>
          <w:sz w:val="24"/>
          <w:szCs w:val="24"/>
          <w:lang w:val="pl-PL"/>
        </w:rPr>
        <w:t xml:space="preserve">1.1.Formy zajęć dydaktycznych, wymiar godzin i punktów ECTS </w:t>
      </w:r>
    </w:p>
    <w:p w14:paraId="5DAB6C7B" w14:textId="77777777" w:rsidR="00137110" w:rsidRDefault="00137110">
      <w:pPr>
        <w:pStyle w:val="Podpunkty"/>
        <w:ind w:left="0"/>
        <w:rPr>
          <w:rFonts w:ascii="Corbel" w:hAnsi="Corbel" w:cs="Corbel"/>
          <w:sz w:val="24"/>
          <w:szCs w:val="24"/>
          <w:lang w:val="pl-PL"/>
        </w:rPr>
      </w:pPr>
    </w:p>
    <w:tbl>
      <w:tblPr>
        <w:tblW w:w="971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152"/>
        <w:gridCol w:w="864"/>
        <w:gridCol w:w="864"/>
        <w:gridCol w:w="976"/>
        <w:gridCol w:w="976"/>
        <w:gridCol w:w="976"/>
        <w:gridCol w:w="976"/>
        <w:gridCol w:w="976"/>
        <w:gridCol w:w="976"/>
        <w:gridCol w:w="976"/>
      </w:tblGrid>
      <w:tr w:rsidR="00137110" w14:paraId="4A00F406" w14:textId="77777777" w:rsidTr="5A3EE52E"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3A0CA5" w14:textId="77777777" w:rsidR="00137110" w:rsidRDefault="00137110">
            <w:pPr>
              <w:pStyle w:val="Nagwkitablic"/>
              <w:spacing w:after="0" w:line="240" w:lineRule="auto"/>
              <w:jc w:val="center"/>
            </w:pPr>
            <w:r>
              <w:rPr>
                <w:rFonts w:ascii="Corbel" w:hAnsi="Corbel" w:cs="Corbel"/>
                <w:szCs w:val="24"/>
                <w:lang w:val="pl-PL"/>
              </w:rPr>
              <w:t>Semestr</w:t>
            </w:r>
          </w:p>
          <w:p w14:paraId="64C63F33" w14:textId="77777777" w:rsidR="00137110" w:rsidRDefault="00137110">
            <w:pPr>
              <w:pStyle w:val="Nagwkitablic"/>
              <w:spacing w:after="0" w:line="240" w:lineRule="auto"/>
              <w:jc w:val="center"/>
            </w:pPr>
            <w:r>
              <w:rPr>
                <w:rFonts w:ascii="Corbel" w:hAnsi="Corbel" w:cs="Corbel"/>
                <w:szCs w:val="24"/>
                <w:lang w:val="pl-PL"/>
              </w:rPr>
              <w:t>(nr)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60AB22" w14:textId="77777777" w:rsidR="00137110" w:rsidRDefault="00137110">
            <w:pPr>
              <w:pStyle w:val="Nagwkitablic"/>
              <w:spacing w:after="0" w:line="240" w:lineRule="auto"/>
              <w:jc w:val="center"/>
            </w:pPr>
            <w:r>
              <w:rPr>
                <w:rFonts w:ascii="Corbel" w:hAnsi="Corbel" w:cs="Corbel"/>
                <w:szCs w:val="24"/>
                <w:lang w:val="pl-PL"/>
              </w:rPr>
              <w:t>Wykł.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6F369B" w14:textId="77777777" w:rsidR="00137110" w:rsidRDefault="00137110">
            <w:pPr>
              <w:pStyle w:val="Nagwkitablic"/>
              <w:spacing w:after="0" w:line="240" w:lineRule="auto"/>
              <w:jc w:val="center"/>
            </w:pPr>
            <w:r>
              <w:rPr>
                <w:rFonts w:ascii="Corbel" w:hAnsi="Corbel" w:cs="Corbel"/>
                <w:szCs w:val="24"/>
                <w:lang w:val="pl-PL"/>
              </w:rPr>
              <w:t>Ćw.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9DDADA" w14:textId="77777777" w:rsidR="00137110" w:rsidRDefault="00137110">
            <w:pPr>
              <w:pStyle w:val="Nagwkitablic"/>
              <w:spacing w:after="0" w:line="240" w:lineRule="auto"/>
              <w:jc w:val="center"/>
            </w:pPr>
            <w:r>
              <w:rPr>
                <w:rFonts w:ascii="Corbel" w:hAnsi="Corbel" w:cs="Corbel"/>
                <w:szCs w:val="24"/>
                <w:lang w:val="pl-PL"/>
              </w:rPr>
              <w:t>Konw.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B6E05A" w14:textId="77777777" w:rsidR="00137110" w:rsidRDefault="00137110">
            <w:pPr>
              <w:pStyle w:val="Nagwkitablic"/>
              <w:spacing w:after="0" w:line="240" w:lineRule="auto"/>
              <w:jc w:val="center"/>
            </w:pPr>
            <w:r>
              <w:rPr>
                <w:rFonts w:ascii="Corbel" w:hAnsi="Corbel" w:cs="Corbel"/>
                <w:szCs w:val="24"/>
                <w:lang w:val="pl-PL"/>
              </w:rPr>
              <w:t>Lab.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273B9D" w14:textId="77777777" w:rsidR="00137110" w:rsidRDefault="00137110">
            <w:pPr>
              <w:pStyle w:val="Nagwkitablic"/>
              <w:spacing w:after="0" w:line="240" w:lineRule="auto"/>
              <w:jc w:val="center"/>
            </w:pPr>
            <w:r>
              <w:rPr>
                <w:rFonts w:ascii="Corbel" w:hAnsi="Corbel" w:cs="Corbel"/>
                <w:szCs w:val="24"/>
                <w:lang w:val="pl-PL"/>
              </w:rPr>
              <w:t>Sem.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A8E3D2" w14:textId="77777777" w:rsidR="00137110" w:rsidRDefault="00137110">
            <w:pPr>
              <w:pStyle w:val="Nagwkitablic"/>
              <w:spacing w:after="0" w:line="240" w:lineRule="auto"/>
              <w:jc w:val="center"/>
            </w:pPr>
            <w:r>
              <w:rPr>
                <w:rFonts w:ascii="Corbel" w:hAnsi="Corbel" w:cs="Corbel"/>
                <w:szCs w:val="24"/>
                <w:lang w:val="pl-PL"/>
              </w:rPr>
              <w:t>ZP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FA399F" w14:textId="77777777" w:rsidR="00137110" w:rsidRDefault="00137110">
            <w:pPr>
              <w:pStyle w:val="Nagwkitablic"/>
              <w:spacing w:after="0" w:line="240" w:lineRule="auto"/>
              <w:jc w:val="center"/>
            </w:pPr>
            <w:r>
              <w:rPr>
                <w:rFonts w:ascii="Corbel" w:hAnsi="Corbel" w:cs="Corbel"/>
                <w:szCs w:val="24"/>
                <w:lang w:val="pl-PL"/>
              </w:rPr>
              <w:t>Prakt.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5B1B43" w14:textId="77777777" w:rsidR="00137110" w:rsidRDefault="00137110">
            <w:pPr>
              <w:pStyle w:val="Nagwkitablic"/>
              <w:spacing w:after="0" w:line="240" w:lineRule="auto"/>
              <w:jc w:val="center"/>
            </w:pPr>
            <w:r>
              <w:rPr>
                <w:rFonts w:ascii="Corbel" w:hAnsi="Corbel" w:cs="Corbel"/>
                <w:szCs w:val="24"/>
                <w:lang w:val="pl-PL"/>
              </w:rPr>
              <w:t>Inne (jakie?)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74E17E" w14:textId="77777777" w:rsidR="00137110" w:rsidRDefault="00137110">
            <w:pPr>
              <w:pStyle w:val="Nagwkitablic"/>
              <w:spacing w:after="0" w:line="240" w:lineRule="auto"/>
              <w:jc w:val="center"/>
            </w:pPr>
            <w:r>
              <w:rPr>
                <w:rFonts w:ascii="Corbel" w:hAnsi="Corbel" w:cs="Corbel"/>
                <w:b/>
                <w:szCs w:val="24"/>
                <w:lang w:val="pl-PL"/>
              </w:rPr>
              <w:t>Liczba pkt. ECTS</w:t>
            </w:r>
          </w:p>
        </w:tc>
      </w:tr>
      <w:tr w:rsidR="00137110" w14:paraId="474ABA0F" w14:textId="77777777" w:rsidTr="5A3EE52E">
        <w:trPr>
          <w:trHeight w:val="453"/>
        </w:trPr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FABD8D" w14:textId="77777777" w:rsidR="00137110" w:rsidRDefault="00137110">
            <w:pPr>
              <w:pStyle w:val="centralniewrubryce"/>
              <w:spacing w:before="0" w:after="0"/>
            </w:pPr>
            <w:r>
              <w:rPr>
                <w:rFonts w:ascii="Corbel" w:hAnsi="Corbel" w:cs="Corbel"/>
                <w:sz w:val="24"/>
                <w:szCs w:val="24"/>
              </w:rPr>
              <w:t>IV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EB378F" w14:textId="77777777" w:rsidR="00137110" w:rsidRDefault="00137110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05A809" w14:textId="77777777" w:rsidR="00137110" w:rsidRDefault="00137110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9897CE" w14:textId="02317684" w:rsidR="00137110" w:rsidRDefault="00B37DF6">
            <w:pPr>
              <w:pStyle w:val="centralniewrubryce"/>
              <w:spacing w:before="0" w:after="0"/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  <w:r w:rsidR="00137110">
              <w:rPr>
                <w:rFonts w:ascii="Corbel" w:hAnsi="Corbel" w:cs="Corbel"/>
                <w:sz w:val="24"/>
                <w:szCs w:val="24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39BBE3" w14:textId="77777777" w:rsidR="00137110" w:rsidRDefault="00137110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C8F396" w14:textId="77777777" w:rsidR="00137110" w:rsidRDefault="00137110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A3D3EC" w14:textId="77777777" w:rsidR="00137110" w:rsidRDefault="00137110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0B940D" w14:textId="77777777" w:rsidR="00137110" w:rsidRDefault="00137110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27B00A" w14:textId="77777777" w:rsidR="00137110" w:rsidRDefault="00137110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F999B5" w14:textId="77777777" w:rsidR="00137110" w:rsidRDefault="00137110">
            <w:pPr>
              <w:pStyle w:val="centralniewrubryce"/>
              <w:spacing w:before="0" w:after="0"/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60061E4C" w14:textId="77777777" w:rsidR="00137110" w:rsidRDefault="00137110">
      <w:pPr>
        <w:pStyle w:val="Podpunkty"/>
        <w:ind w:left="0"/>
      </w:pPr>
    </w:p>
    <w:p w14:paraId="7713D631" w14:textId="77777777" w:rsidR="00137110" w:rsidRDefault="00137110">
      <w:pPr>
        <w:pStyle w:val="Podpunkty"/>
        <w:tabs>
          <w:tab w:val="left" w:pos="709"/>
        </w:tabs>
        <w:ind w:left="284"/>
      </w:pPr>
      <w:r>
        <w:rPr>
          <w:rFonts w:ascii="Corbel" w:hAnsi="Corbel" w:cs="Corbel"/>
          <w:szCs w:val="24"/>
        </w:rPr>
        <w:t>1.2.</w:t>
      </w:r>
      <w:r>
        <w:rPr>
          <w:rFonts w:ascii="Corbel" w:hAnsi="Corbel" w:cs="Corbel"/>
          <w:szCs w:val="24"/>
        </w:rPr>
        <w:tab/>
        <w:t xml:space="preserve">Sposób realizacji zajęć  </w:t>
      </w:r>
    </w:p>
    <w:p w14:paraId="0DFAE634" w14:textId="77777777" w:rsidR="00137110" w:rsidRDefault="00137110">
      <w:pPr>
        <w:pStyle w:val="Punktygwne"/>
        <w:spacing w:before="0" w:after="0"/>
        <w:ind w:left="709"/>
      </w:pPr>
      <w:r>
        <w:rPr>
          <w:rFonts w:ascii="Corbel" w:eastAsia="MS Gothic" w:hAnsi="Corbel" w:cs="Corbel"/>
          <w:b w:val="0"/>
          <w:smallCaps w:val="0"/>
          <w:szCs w:val="24"/>
        </w:rPr>
        <w:t xml:space="preserve">  </w:t>
      </w:r>
    </w:p>
    <w:p w14:paraId="078CDEFA" w14:textId="77777777" w:rsidR="00137110" w:rsidRDefault="00137110">
      <w:pPr>
        <w:pStyle w:val="Punktygwne"/>
        <w:spacing w:before="0" w:after="0"/>
        <w:ind w:left="709"/>
      </w:pPr>
      <w:r>
        <w:rPr>
          <w:rFonts w:ascii="Corbel" w:eastAsia="MS Gothic" w:hAnsi="Corbel" w:cs="Segoe UI Symbol"/>
          <w:b w:val="0"/>
          <w:szCs w:val="24"/>
        </w:rPr>
        <w:t>X</w:t>
      </w:r>
      <w:r>
        <w:rPr>
          <w:rFonts w:ascii="Corbel" w:hAnsi="Corbel" w:cs="Corbel"/>
          <w:b w:val="0"/>
          <w:smallCaps w:val="0"/>
          <w:szCs w:val="24"/>
        </w:rPr>
        <w:t xml:space="preserve"> zajęcia w formie tradycyjnej </w:t>
      </w:r>
    </w:p>
    <w:p w14:paraId="386692D9" w14:textId="77777777" w:rsidR="00137110" w:rsidRDefault="00137110">
      <w:pPr>
        <w:pStyle w:val="Punktygwne"/>
        <w:spacing w:before="0" w:after="0"/>
        <w:ind w:left="709"/>
      </w:pPr>
      <w:r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eastAsia="Corbel" w:hAnsi="Corbel" w:cs="Corbel"/>
          <w:b w:val="0"/>
          <w:smallCaps w:val="0"/>
          <w:szCs w:val="24"/>
        </w:rPr>
        <w:t xml:space="preserve"> </w:t>
      </w:r>
      <w:r>
        <w:rPr>
          <w:rFonts w:ascii="Corbel" w:hAnsi="Corbel" w:cs="Corbel"/>
          <w:b w:val="0"/>
          <w:smallCaps w:val="0"/>
          <w:szCs w:val="24"/>
        </w:rPr>
        <w:t>zajęcia realizowane z wykorzystaniem metod i technik kształcenia na odległość</w:t>
      </w:r>
    </w:p>
    <w:p w14:paraId="44EAFD9C" w14:textId="77777777" w:rsidR="00137110" w:rsidRDefault="00137110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35295C78" w14:textId="77777777" w:rsidR="00137110" w:rsidRDefault="00137110">
      <w:pPr>
        <w:pStyle w:val="Punktygwne"/>
        <w:tabs>
          <w:tab w:val="left" w:pos="709"/>
        </w:tabs>
        <w:spacing w:before="0" w:after="0"/>
        <w:ind w:left="709" w:hanging="425"/>
      </w:pPr>
      <w:r w:rsidRPr="5A3EE52E">
        <w:rPr>
          <w:rFonts w:ascii="Corbel" w:hAnsi="Corbel" w:cs="Corbel"/>
          <w:smallCaps w:val="0"/>
        </w:rPr>
        <w:t xml:space="preserve">1.3 </w:t>
      </w:r>
      <w:r>
        <w:tab/>
      </w:r>
      <w:r w:rsidRPr="5A3EE52E">
        <w:rPr>
          <w:rFonts w:ascii="Corbel" w:hAnsi="Corbel" w:cs="Corbel"/>
          <w:smallCaps w:val="0"/>
        </w:rPr>
        <w:t xml:space="preserve">Forma zaliczenia przedmiotu  (z toku) </w:t>
      </w:r>
      <w:r w:rsidRPr="5A3EE52E">
        <w:rPr>
          <w:rFonts w:ascii="Corbel" w:hAnsi="Corbel" w:cs="Corbel"/>
          <w:b w:val="0"/>
          <w:smallCaps w:val="0"/>
        </w:rPr>
        <w:t>(egzamin, zaliczenie z oceną, zaliczenie bez oceny)</w:t>
      </w:r>
    </w:p>
    <w:p w14:paraId="4E4D7AB7" w14:textId="77777777" w:rsidR="00137110" w:rsidRDefault="00137110">
      <w:pPr>
        <w:spacing w:before="120" w:after="120" w:line="240" w:lineRule="auto"/>
      </w:pPr>
      <w:r>
        <w:rPr>
          <w:rFonts w:ascii="Corbel" w:hAnsi="Corbel"/>
          <w:sz w:val="24"/>
          <w:szCs w:val="24"/>
        </w:rPr>
        <w:t xml:space="preserve">Zaliczenie z oceną </w:t>
      </w:r>
    </w:p>
    <w:p w14:paraId="3DEEC669" w14:textId="77777777" w:rsidR="00137110" w:rsidRDefault="00137110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261BAAD1" w14:textId="77777777" w:rsidR="00137110" w:rsidRDefault="00137110" w:rsidP="5A3EE52E">
      <w:pPr>
        <w:pStyle w:val="Punktygwne"/>
        <w:spacing w:before="0" w:after="0"/>
        <w:rPr>
          <w:rFonts w:ascii="Corbel" w:eastAsia="Corbel" w:hAnsi="Corbel" w:cs="Corbel"/>
        </w:rPr>
      </w:pPr>
      <w:r w:rsidRPr="5A3EE52E">
        <w:rPr>
          <w:rFonts w:ascii="Corbel" w:eastAsia="Corbel" w:hAnsi="Corbel" w:cs="Corbel"/>
        </w:rPr>
        <w:t xml:space="preserve">2.Wymagania wstępne </w:t>
      </w:r>
    </w:p>
    <w:p w14:paraId="3656B9AB" w14:textId="77777777" w:rsidR="00137110" w:rsidRDefault="00137110">
      <w:pPr>
        <w:pStyle w:val="Punktygwne"/>
        <w:spacing w:before="0" w:after="0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80"/>
      </w:tblGrid>
      <w:tr w:rsidR="00137110" w14:paraId="67177AFB" w14:textId="77777777">
        <w:tc>
          <w:tcPr>
            <w:tcW w:w="9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B6FF8" w14:textId="77777777" w:rsidR="00137110" w:rsidRDefault="00137110">
            <w:pPr>
              <w:pStyle w:val="Punktygwne"/>
              <w:spacing w:before="40" w:after="40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Do realizowania treści danego przedmiotu jest niezbędne wcześniejsze zaliczenie przedmiotów: Wstęp do socjologii, Współczesne teorie socjologiczne</w:t>
            </w:r>
          </w:p>
        </w:tc>
      </w:tr>
    </w:tbl>
    <w:p w14:paraId="45FB0818" w14:textId="77777777" w:rsidR="00137110" w:rsidRDefault="00137110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6C059B1D" w14:textId="6D75AC44" w:rsidR="5A3EE52E" w:rsidRDefault="5A3EE52E">
      <w:r>
        <w:br w:type="page"/>
      </w:r>
    </w:p>
    <w:p w14:paraId="7DB6D4EE" w14:textId="4EDBC716" w:rsidR="00137110" w:rsidRDefault="00137110">
      <w:pPr>
        <w:pStyle w:val="Punktygwne"/>
        <w:spacing w:before="0" w:after="0"/>
      </w:pPr>
      <w:r w:rsidRPr="5A3EE52E">
        <w:rPr>
          <w:rFonts w:ascii="Corbel" w:hAnsi="Corbel" w:cs="Corbel"/>
        </w:rPr>
        <w:lastRenderedPageBreak/>
        <w:t>3. cele, efekty uczenia się, treści Programowe i stosowane metody Dydaktyczne</w:t>
      </w:r>
    </w:p>
    <w:p w14:paraId="049F31CB" w14:textId="77777777" w:rsidR="00137110" w:rsidRDefault="00137110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04643D83" w14:textId="77777777" w:rsidR="00137110" w:rsidRDefault="00137110">
      <w:pPr>
        <w:pStyle w:val="Podpunkty"/>
      </w:pPr>
      <w:r>
        <w:rPr>
          <w:rFonts w:ascii="Corbel" w:hAnsi="Corbel" w:cs="Corbel"/>
          <w:sz w:val="24"/>
          <w:szCs w:val="24"/>
          <w:lang w:val="pl-PL"/>
        </w:rPr>
        <w:t>3.1 Cele przedmiotu</w:t>
      </w:r>
    </w:p>
    <w:p w14:paraId="53128261" w14:textId="77777777" w:rsidR="00137110" w:rsidRDefault="00137110">
      <w:pPr>
        <w:pStyle w:val="Podpunkty"/>
        <w:rPr>
          <w:rFonts w:ascii="Corbel" w:hAnsi="Corbel" w:cs="Corbel"/>
          <w:b w:val="0"/>
          <w:i/>
          <w:sz w:val="24"/>
          <w:szCs w:val="24"/>
          <w:lang w:val="pl-PL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8829"/>
      </w:tblGrid>
      <w:tr w:rsidR="00137110" w14:paraId="6A0FA41C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2B5A4" w14:textId="77777777" w:rsidR="00137110" w:rsidRDefault="00137110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hAnsi="Corbel" w:cs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10650" w14:textId="77777777" w:rsidR="00137110" w:rsidRDefault="00137110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  <w:lang w:val="pl-PL"/>
              </w:rPr>
              <w:t>Przyswojenie wiedzy na temat głównych orientacji teoretyczno-metodologicznych i podstawowych pojęć z zakresu socjologii miasta</w:t>
            </w:r>
          </w:p>
        </w:tc>
      </w:tr>
      <w:tr w:rsidR="00137110" w14:paraId="10612B65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CF7E8" w14:textId="77777777" w:rsidR="00137110" w:rsidRDefault="00137110">
            <w:pPr>
              <w:pStyle w:val="Cele"/>
              <w:spacing w:before="40" w:after="40"/>
              <w:ind w:left="0" w:firstLine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B987D" w14:textId="77777777" w:rsidR="00137110" w:rsidRDefault="00137110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  <w:lang w:val="pl-PL"/>
              </w:rPr>
              <w:t>Przyswojenie wiedzy dotyczącej procesów urbanizacji i metropolizacji</w:t>
            </w:r>
          </w:p>
        </w:tc>
      </w:tr>
      <w:tr w:rsidR="00137110" w14:paraId="5A5C03DD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0B3C4" w14:textId="77777777" w:rsidR="00137110" w:rsidRDefault="00137110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hAnsi="Corbel" w:cs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51BC5" w14:textId="77777777" w:rsidR="00137110" w:rsidRDefault="00137110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  <w:lang w:val="pl-PL"/>
              </w:rPr>
              <w:t>Zapoznanie z przestrzenią miejską, jej percepcją, waloryzacją, przyswajaniem i wytwarzaniem</w:t>
            </w:r>
          </w:p>
        </w:tc>
      </w:tr>
    </w:tbl>
    <w:p w14:paraId="62486C05" w14:textId="77777777" w:rsidR="00137110" w:rsidRDefault="00137110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Cs w:val="24"/>
        </w:rPr>
      </w:pPr>
    </w:p>
    <w:p w14:paraId="47F42425" w14:textId="77777777" w:rsidR="00137110" w:rsidRDefault="00137110">
      <w:pPr>
        <w:spacing w:after="0" w:line="240" w:lineRule="auto"/>
        <w:ind w:left="426"/>
      </w:pPr>
      <w:r>
        <w:rPr>
          <w:rFonts w:ascii="Corbel" w:hAnsi="Corbel" w:cs="Corbel"/>
          <w:b/>
          <w:sz w:val="24"/>
          <w:szCs w:val="24"/>
        </w:rPr>
        <w:t>3.2 Efekty uczenia się dla przedmiotu</w:t>
      </w:r>
      <w:r>
        <w:rPr>
          <w:rFonts w:ascii="Corbel" w:hAnsi="Corbel" w:cs="Corbel"/>
          <w:sz w:val="24"/>
          <w:szCs w:val="24"/>
        </w:rPr>
        <w:t xml:space="preserve"> </w:t>
      </w:r>
    </w:p>
    <w:p w14:paraId="4101652C" w14:textId="77777777" w:rsidR="00137110" w:rsidRDefault="00137110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6096"/>
        <w:gridCol w:w="1883"/>
      </w:tblGrid>
      <w:tr w:rsidR="00137110" w14:paraId="61F38664" w14:textId="77777777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145ED" w14:textId="77777777" w:rsidR="00137110" w:rsidRDefault="00137110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C5602" w14:textId="77777777" w:rsidR="00137110" w:rsidRDefault="00137110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52D2E" w14:textId="77777777" w:rsidR="00137110" w:rsidRDefault="0013711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nakiprzypiswdolnych"/>
                <w:rFonts w:ascii="Corbel" w:hAnsi="Corbel" w:cs="Corbel"/>
                <w:szCs w:val="24"/>
              </w:rPr>
              <w:footnoteReference w:id="1"/>
            </w:r>
          </w:p>
        </w:tc>
      </w:tr>
      <w:tr w:rsidR="00137110" w14:paraId="0A210413" w14:textId="77777777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A5964" w14:textId="77777777" w:rsidR="00137110" w:rsidRDefault="00137110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15264" w14:textId="77777777" w:rsidR="00137110" w:rsidRDefault="00137110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Zna i rozumie w pogłębiony sposób relacje między strukturami i instytucjami społecznymi w skali miasta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F5E8A" w14:textId="77777777" w:rsidR="00137110" w:rsidRDefault="00137110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KW_03</w:t>
            </w:r>
          </w:p>
        </w:tc>
      </w:tr>
      <w:tr w:rsidR="00137110" w14:paraId="70E3CD65" w14:textId="77777777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76B19" w14:textId="77777777" w:rsidR="00137110" w:rsidRDefault="00137110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743F7" w14:textId="77777777" w:rsidR="00137110" w:rsidRDefault="00137110">
            <w:pPr>
              <w:pStyle w:val="Bezodstpw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Zna i rozumie w pogłębiony sposób rodzaje więzi społecznych, którymi zajmuje się socjologia miasta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F9838" w14:textId="77777777" w:rsidR="00137110" w:rsidRDefault="00137110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KW_05</w:t>
            </w:r>
          </w:p>
        </w:tc>
      </w:tr>
      <w:tr w:rsidR="00137110" w14:paraId="329548AE" w14:textId="77777777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60800" w14:textId="77777777" w:rsidR="00137110" w:rsidRDefault="00137110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706B5" w14:textId="77777777" w:rsidR="00137110" w:rsidRDefault="00137110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Prawidłowo interpretuje zjawiska społeczne w zakresie socjologii miasta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673F4" w14:textId="77777777" w:rsidR="00137110" w:rsidRDefault="00137110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KU_01</w:t>
            </w:r>
          </w:p>
        </w:tc>
      </w:tr>
      <w:tr w:rsidR="00137110" w14:paraId="3C4734C5" w14:textId="77777777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3198C" w14:textId="77777777" w:rsidR="00137110" w:rsidRDefault="00137110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C7402" w14:textId="77777777" w:rsidR="00137110" w:rsidRDefault="00137110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Analizuje przyczyny i przebieg konkretnych procesów i zjawisk społecznych w zakresie socjologii miasta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EA699" w14:textId="77777777" w:rsidR="00137110" w:rsidRDefault="00137110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KU_03</w:t>
            </w:r>
          </w:p>
        </w:tc>
      </w:tr>
    </w:tbl>
    <w:p w14:paraId="4B99056E" w14:textId="77777777" w:rsidR="00137110" w:rsidRDefault="00137110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44E1D115" w14:textId="77777777" w:rsidR="00137110" w:rsidRDefault="00137110">
      <w:pPr>
        <w:pStyle w:val="Akapitzlist"/>
        <w:spacing w:line="240" w:lineRule="auto"/>
        <w:ind w:left="426"/>
        <w:jc w:val="both"/>
      </w:pPr>
      <w:r>
        <w:rPr>
          <w:rFonts w:ascii="Corbel" w:hAnsi="Corbel" w:cs="Corbel"/>
          <w:b/>
          <w:sz w:val="24"/>
          <w:szCs w:val="24"/>
        </w:rPr>
        <w:t xml:space="preserve">3.3 Treści programowe </w:t>
      </w:r>
      <w:r>
        <w:rPr>
          <w:rFonts w:ascii="Corbel" w:hAnsi="Corbel" w:cs="Corbel"/>
          <w:sz w:val="24"/>
          <w:szCs w:val="24"/>
        </w:rPr>
        <w:t xml:space="preserve">  </w:t>
      </w:r>
    </w:p>
    <w:p w14:paraId="7D0EF860" w14:textId="77777777" w:rsidR="00137110" w:rsidRDefault="00137110">
      <w:pPr>
        <w:pStyle w:val="Akapitzlist"/>
        <w:numPr>
          <w:ilvl w:val="0"/>
          <w:numId w:val="1"/>
        </w:numPr>
        <w:spacing w:after="120" w:line="240" w:lineRule="auto"/>
        <w:jc w:val="both"/>
      </w:pPr>
      <w:r>
        <w:rPr>
          <w:rFonts w:ascii="Corbel" w:hAnsi="Corbel" w:cs="Corbel"/>
          <w:sz w:val="24"/>
          <w:szCs w:val="24"/>
        </w:rPr>
        <w:t xml:space="preserve">Problematyka wykładu </w:t>
      </w:r>
    </w:p>
    <w:p w14:paraId="1299C43A" w14:textId="77777777" w:rsidR="00137110" w:rsidRDefault="00137110">
      <w:pPr>
        <w:pStyle w:val="Akapitzlist"/>
        <w:spacing w:after="120" w:line="240" w:lineRule="auto"/>
        <w:ind w:left="1080"/>
        <w:jc w:val="both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49"/>
      </w:tblGrid>
      <w:tr w:rsidR="00137110" w14:paraId="587EA2A8" w14:textId="77777777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13026" w14:textId="77777777" w:rsidR="00137110" w:rsidRDefault="00137110">
            <w:pPr>
              <w:pStyle w:val="Akapitzlist"/>
              <w:spacing w:after="0" w:line="240" w:lineRule="auto"/>
              <w:ind w:left="-250" w:firstLine="250"/>
            </w:pPr>
            <w:r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137110" w14:paraId="6A09E912" w14:textId="77777777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67AC6" w14:textId="77777777" w:rsidR="00137110" w:rsidRDefault="00137110">
            <w:pPr>
              <w:pStyle w:val="Akapitzlist"/>
              <w:snapToGrid w:val="0"/>
              <w:spacing w:after="0" w:line="240" w:lineRule="auto"/>
              <w:ind w:left="-250" w:firstLine="250"/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</w:tr>
    </w:tbl>
    <w:p w14:paraId="4DDBEF00" w14:textId="77777777" w:rsidR="00137110" w:rsidRDefault="00137110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25513626" w14:textId="77777777" w:rsidR="00137110" w:rsidRDefault="00137110">
      <w:pPr>
        <w:pStyle w:val="Akapitzlist"/>
        <w:numPr>
          <w:ilvl w:val="0"/>
          <w:numId w:val="1"/>
        </w:numPr>
        <w:spacing w:line="240" w:lineRule="auto"/>
        <w:jc w:val="both"/>
      </w:pPr>
      <w:r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p w14:paraId="3461D779" w14:textId="77777777" w:rsidR="00137110" w:rsidRDefault="00137110">
      <w:pPr>
        <w:pStyle w:val="Akapitzlist"/>
        <w:spacing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114" w:type="dxa"/>
        <w:tblLayout w:type="fixed"/>
        <w:tblLook w:val="0000" w:firstRow="0" w:lastRow="0" w:firstColumn="0" w:lastColumn="0" w:noHBand="0" w:noVBand="0"/>
      </w:tblPr>
      <w:tblGrid>
        <w:gridCol w:w="9780"/>
      </w:tblGrid>
      <w:tr w:rsidR="00137110" w14:paraId="55225495" w14:textId="77777777" w:rsidTr="5A3EE52E">
        <w:tc>
          <w:tcPr>
            <w:tcW w:w="9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69D229" w14:textId="77777777" w:rsidR="00137110" w:rsidRDefault="00137110">
            <w:pPr>
              <w:pStyle w:val="Akapitzlist"/>
              <w:spacing w:after="0" w:line="240" w:lineRule="auto"/>
              <w:ind w:left="708" w:hanging="708"/>
            </w:pPr>
            <w:r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137110" w14:paraId="50634B86" w14:textId="77777777" w:rsidTr="5A3EE52E">
        <w:tc>
          <w:tcPr>
            <w:tcW w:w="9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27D1AA" w14:textId="77777777" w:rsidR="00137110" w:rsidRDefault="00137110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Definiowanie miasta. Miasto jako przedmiot analizy socjologicznej.</w:t>
            </w:r>
          </w:p>
        </w:tc>
      </w:tr>
      <w:tr w:rsidR="00137110" w14:paraId="6CF39480" w14:textId="77777777" w:rsidTr="5A3EE52E">
        <w:tc>
          <w:tcPr>
            <w:tcW w:w="9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DE47DC" w14:textId="77777777" w:rsidR="00137110" w:rsidRDefault="00137110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Główne szkoły i orientacje teoretyczno-badawcze. Krytyczne teorie miejskie: kryzys miast Zachodu.</w:t>
            </w:r>
          </w:p>
        </w:tc>
      </w:tr>
      <w:tr w:rsidR="00137110" w14:paraId="4671AF2B" w14:textId="77777777" w:rsidTr="5A3EE52E">
        <w:trPr>
          <w:trHeight w:val="302"/>
        </w:trPr>
        <w:tc>
          <w:tcPr>
            <w:tcW w:w="9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418B5B" w14:textId="77777777" w:rsidR="00137110" w:rsidRDefault="00137110">
            <w:pPr>
              <w:pStyle w:val="NormalnyWeb"/>
              <w:spacing w:after="0"/>
              <w:jc w:val="both"/>
            </w:pPr>
            <w:r>
              <w:rPr>
                <w:rFonts w:ascii="Corbel" w:hAnsi="Corbel" w:cs="Corbel"/>
                <w:lang w:val="pl-PL"/>
              </w:rPr>
              <w:t>Urbanizacja i metropolizacja. Rozwój miast. Antyurbanizm. Ruralizacja miast. Dezurbanizacja. Suburbanizacja. Gettoizacja miast.</w:t>
            </w:r>
          </w:p>
        </w:tc>
      </w:tr>
      <w:tr w:rsidR="00137110" w14:paraId="6D361F36" w14:textId="77777777" w:rsidTr="5A3EE52E">
        <w:tc>
          <w:tcPr>
            <w:tcW w:w="9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A15F95" w14:textId="77777777" w:rsidR="00137110" w:rsidRDefault="00137110">
            <w:pPr>
              <w:pStyle w:val="NormalnyWeb"/>
              <w:spacing w:before="0" w:after="90"/>
              <w:jc w:val="both"/>
            </w:pPr>
            <w:r>
              <w:rPr>
                <w:rFonts w:ascii="Corbel" w:hAnsi="Corbel" w:cs="Corbel"/>
                <w:lang w:val="pl-PL"/>
              </w:rPr>
              <w:t>Miejskość: kultura miejska i semiotyka miasta.</w:t>
            </w:r>
          </w:p>
        </w:tc>
      </w:tr>
      <w:tr w:rsidR="00137110" w14:paraId="1295C70B" w14:textId="77777777" w:rsidTr="5A3EE52E">
        <w:tc>
          <w:tcPr>
            <w:tcW w:w="9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6557EE" w14:textId="77777777" w:rsidR="00137110" w:rsidRDefault="00137110">
            <w:pPr>
              <w:pStyle w:val="NormalnyWeb"/>
              <w:spacing w:before="0" w:after="90"/>
              <w:jc w:val="both"/>
            </w:pPr>
            <w:r>
              <w:rPr>
                <w:rFonts w:ascii="Corbel" w:hAnsi="Corbel" w:cs="Corbel"/>
                <w:lang w:val="pl-PL"/>
              </w:rPr>
              <w:t>Przestrzeń w ujęciu socjologicznym. Miejskie przestrzenie publiczne.</w:t>
            </w:r>
          </w:p>
          <w:p w14:paraId="22D9B939" w14:textId="77777777" w:rsidR="00137110" w:rsidRDefault="00137110">
            <w:pPr>
              <w:pStyle w:val="NormalnyWeb"/>
              <w:spacing w:before="0" w:after="90"/>
              <w:jc w:val="both"/>
            </w:pPr>
            <w:r>
              <w:rPr>
                <w:rFonts w:ascii="Corbel" w:hAnsi="Corbel" w:cs="Corbel"/>
                <w:lang w:val="pl-PL"/>
              </w:rPr>
              <w:t>Partycypacja społeczna. Miejskie ruchy społeczne.</w:t>
            </w:r>
          </w:p>
        </w:tc>
      </w:tr>
      <w:tr w:rsidR="00137110" w14:paraId="0C7D2B8F" w14:textId="77777777" w:rsidTr="5A3EE52E">
        <w:tc>
          <w:tcPr>
            <w:tcW w:w="9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19890F" w14:textId="77777777" w:rsidR="00137110" w:rsidRDefault="00137110">
            <w:pPr>
              <w:spacing w:after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Miasta kreatywne i klasa kreatywna.</w:t>
            </w:r>
          </w:p>
        </w:tc>
      </w:tr>
      <w:tr w:rsidR="00137110" w14:paraId="4D6B1513" w14:textId="77777777" w:rsidTr="5A3EE52E">
        <w:tc>
          <w:tcPr>
            <w:tcW w:w="9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B5906E" w14:textId="77777777" w:rsidR="00137110" w:rsidRDefault="00137110">
            <w:pPr>
              <w:spacing w:after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Miasta globalne i miasta sieciowe.</w:t>
            </w:r>
          </w:p>
        </w:tc>
      </w:tr>
      <w:tr w:rsidR="00137110" w14:paraId="5ED93FF2" w14:textId="77777777" w:rsidTr="5A3EE52E">
        <w:tc>
          <w:tcPr>
            <w:tcW w:w="9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67AD25" w14:textId="77777777" w:rsidR="00137110" w:rsidRDefault="00137110">
            <w:pPr>
              <w:spacing w:after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Nowe technologie i miasto (władza, kontrola, bezpieczeństwo).</w:t>
            </w:r>
          </w:p>
        </w:tc>
      </w:tr>
    </w:tbl>
    <w:p w14:paraId="0E34CB01" w14:textId="0413AD92" w:rsidR="5A3EE52E" w:rsidRDefault="5A3EE52E">
      <w:r>
        <w:lastRenderedPageBreak/>
        <w:br w:type="page"/>
      </w:r>
    </w:p>
    <w:p w14:paraId="61F0D56C" w14:textId="77777777" w:rsidR="00137110" w:rsidRDefault="00137110">
      <w:pPr>
        <w:pStyle w:val="Punktygwne"/>
        <w:spacing w:before="0" w:after="0"/>
        <w:ind w:left="426"/>
      </w:pPr>
      <w:r>
        <w:rPr>
          <w:rFonts w:ascii="Corbel" w:hAnsi="Corbel" w:cs="Corbel"/>
          <w:smallCaps w:val="0"/>
          <w:szCs w:val="24"/>
        </w:rPr>
        <w:lastRenderedPageBreak/>
        <w:t>3.4 Metody dydaktyczne</w:t>
      </w:r>
      <w:r>
        <w:rPr>
          <w:rFonts w:ascii="Corbel" w:hAnsi="Corbel" w:cs="Corbel"/>
          <w:b w:val="0"/>
          <w:smallCaps w:val="0"/>
          <w:szCs w:val="24"/>
        </w:rPr>
        <w:t xml:space="preserve"> </w:t>
      </w:r>
    </w:p>
    <w:p w14:paraId="3CF2D8B6" w14:textId="77777777" w:rsidR="00137110" w:rsidRDefault="00137110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33D0227B" w14:textId="77777777" w:rsidR="00137110" w:rsidRDefault="00137110">
      <w:pPr>
        <w:pStyle w:val="Punktygwne"/>
        <w:tabs>
          <w:tab w:val="left" w:pos="284"/>
        </w:tabs>
        <w:spacing w:before="0" w:after="0"/>
        <w:jc w:val="both"/>
      </w:pPr>
      <w:r>
        <w:rPr>
          <w:rFonts w:ascii="Corbel" w:hAnsi="Corbel" w:cs="Corbel"/>
          <w:b w:val="0"/>
          <w:smallCaps w:val="0"/>
          <w:szCs w:val="24"/>
        </w:rPr>
        <w:t>Obecności i aktywności na zajęciach, prezentacja multimedialna, kolokwium z dyskusją wokół referatów (prac zaliczeniowych), metody kształcenia na odległość</w:t>
      </w:r>
    </w:p>
    <w:p w14:paraId="0FB78278" w14:textId="77777777" w:rsidR="00137110" w:rsidRDefault="0013711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1078A5AC" w14:textId="77777777" w:rsidR="00137110" w:rsidRDefault="00137110">
      <w:pPr>
        <w:pStyle w:val="Punktygwne"/>
        <w:tabs>
          <w:tab w:val="left" w:pos="284"/>
        </w:tabs>
        <w:spacing w:before="0" w:after="0"/>
      </w:pPr>
      <w:r>
        <w:rPr>
          <w:rFonts w:ascii="Corbel" w:hAnsi="Corbel" w:cs="Corbel"/>
          <w:smallCaps w:val="0"/>
          <w:szCs w:val="24"/>
        </w:rPr>
        <w:t xml:space="preserve">4. METODY I KRYTERIA OCENY </w:t>
      </w:r>
    </w:p>
    <w:p w14:paraId="1FC39945" w14:textId="77777777" w:rsidR="00137110" w:rsidRDefault="0013711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53742ADA" w14:textId="77777777" w:rsidR="00137110" w:rsidRDefault="00137110">
      <w:pPr>
        <w:pStyle w:val="Punktygwne"/>
        <w:spacing w:before="0" w:after="0"/>
        <w:ind w:left="426"/>
      </w:pPr>
      <w:r>
        <w:rPr>
          <w:rFonts w:ascii="Corbel" w:hAnsi="Corbel" w:cs="Corbel"/>
          <w:smallCaps w:val="0"/>
          <w:szCs w:val="24"/>
        </w:rPr>
        <w:t>4.1 Sposoby weryfikacji efektów uczenia się</w:t>
      </w:r>
    </w:p>
    <w:p w14:paraId="0562CB0E" w14:textId="77777777" w:rsidR="00137110" w:rsidRDefault="00137110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5528"/>
        <w:gridCol w:w="2136"/>
      </w:tblGrid>
      <w:tr w:rsidR="00137110" w14:paraId="3CD72C34" w14:textId="7777777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1A4F7" w14:textId="77777777" w:rsidR="00137110" w:rsidRDefault="00137110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62157" w14:textId="77777777" w:rsidR="00137110" w:rsidRDefault="00137110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137110" w:rsidRDefault="00137110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5CD06" w14:textId="77777777" w:rsidR="00137110" w:rsidRDefault="00137110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137110" w:rsidRDefault="00137110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(w, ćw, …)</w:t>
            </w:r>
          </w:p>
        </w:tc>
      </w:tr>
      <w:tr w:rsidR="00137110" w14:paraId="287453A7" w14:textId="7777777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68564" w14:textId="77777777" w:rsidR="00137110" w:rsidRDefault="00137110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4C34F" w14:textId="77777777" w:rsidR="00137110" w:rsidRDefault="00137110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kolokwium, prezentacja, obserwacja w trakcie zajęć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10EEE" w14:textId="77777777" w:rsidR="00137110" w:rsidRDefault="00137110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konw.</w:t>
            </w:r>
          </w:p>
        </w:tc>
      </w:tr>
      <w:tr w:rsidR="00137110" w14:paraId="4B512A86" w14:textId="7777777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CF0E4" w14:textId="77777777" w:rsidR="00137110" w:rsidRDefault="00137110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60617" w14:textId="77777777" w:rsidR="00137110" w:rsidRDefault="00137110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kolokwium, prezentacja, obserwacja w trakcie zajęć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22AC8" w14:textId="77777777" w:rsidR="00137110" w:rsidRDefault="00137110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konw.</w:t>
            </w:r>
          </w:p>
        </w:tc>
      </w:tr>
      <w:tr w:rsidR="00137110" w14:paraId="0AD7C746" w14:textId="7777777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D746F" w14:textId="77777777" w:rsidR="00137110" w:rsidRDefault="00137110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9CD04" w14:textId="77777777" w:rsidR="00137110" w:rsidRDefault="00137110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kolokwium, prezentacja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9A376" w14:textId="77777777" w:rsidR="00137110" w:rsidRDefault="00137110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konw.</w:t>
            </w:r>
          </w:p>
        </w:tc>
      </w:tr>
      <w:tr w:rsidR="00137110" w14:paraId="65D96475" w14:textId="7777777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0E71B" w14:textId="77777777" w:rsidR="00137110" w:rsidRDefault="00137110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885E4" w14:textId="77777777" w:rsidR="00137110" w:rsidRDefault="00137110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kolokwium, prezentacja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5874E" w14:textId="77777777" w:rsidR="00137110" w:rsidRDefault="00137110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konw.</w:t>
            </w:r>
          </w:p>
        </w:tc>
      </w:tr>
    </w:tbl>
    <w:p w14:paraId="34CE0A41" w14:textId="77777777" w:rsidR="00137110" w:rsidRDefault="00137110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0AFAEE5A" w14:textId="77777777" w:rsidR="00137110" w:rsidRDefault="00137110">
      <w:pPr>
        <w:pStyle w:val="Punktygwne"/>
        <w:spacing w:before="0" w:after="0"/>
        <w:ind w:left="426"/>
      </w:pPr>
      <w:r>
        <w:rPr>
          <w:rFonts w:ascii="Corbel" w:hAnsi="Corbel" w:cs="Corbel"/>
          <w:smallCaps w:val="0"/>
          <w:szCs w:val="24"/>
        </w:rPr>
        <w:t xml:space="preserve">4.2 Warunki zaliczenia przedmiotu (kryteria oceniania) </w:t>
      </w:r>
    </w:p>
    <w:p w14:paraId="62EBF3C5" w14:textId="77777777" w:rsidR="00137110" w:rsidRDefault="00137110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80"/>
      </w:tblGrid>
      <w:tr w:rsidR="00137110" w14:paraId="33F4A3EA" w14:textId="77777777">
        <w:tc>
          <w:tcPr>
            <w:tcW w:w="9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32ED6" w14:textId="77777777" w:rsidR="00137110" w:rsidRDefault="00137110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Referat (praca zal.): napisanie i prezentacja referatu (pracy zaliczeniowej), udział w kolokwium z dyskusją wokół referatów (prac zaliczeniowych w formie prezentacji multimedialnej)</w:t>
            </w:r>
          </w:p>
        </w:tc>
      </w:tr>
    </w:tbl>
    <w:p w14:paraId="6D98A12B" w14:textId="77777777" w:rsidR="00137110" w:rsidRDefault="00137110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32066DA3" w14:textId="77777777" w:rsidR="00137110" w:rsidRDefault="00137110">
      <w:pPr>
        <w:pStyle w:val="Bezodstpw"/>
        <w:ind w:left="284" w:hanging="284"/>
        <w:jc w:val="both"/>
      </w:pPr>
      <w:r>
        <w:rPr>
          <w:rFonts w:ascii="Corbel" w:hAnsi="Corbel" w:cs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946DB82" w14:textId="77777777" w:rsidR="00137110" w:rsidRDefault="00137110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687"/>
      </w:tblGrid>
      <w:tr w:rsidR="00137110" w14:paraId="63D9DE79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52BB7" w14:textId="77777777" w:rsidR="00137110" w:rsidRDefault="00137110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ACCBA" w14:textId="77777777" w:rsidR="00137110" w:rsidRDefault="00137110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37110" w14:paraId="4C921250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42AD3" w14:textId="77777777" w:rsidR="00137110" w:rsidRDefault="00137110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Godziny z harmonogramu studiów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A3216" w14:textId="0D70760A" w:rsidR="00137110" w:rsidRDefault="00B37DF6" w:rsidP="0094009D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  <w:r w:rsidR="00137110">
              <w:rPr>
                <w:rFonts w:ascii="Corbel" w:hAnsi="Corbel" w:cs="Corbel"/>
                <w:sz w:val="24"/>
                <w:szCs w:val="24"/>
              </w:rPr>
              <w:t>0</w:t>
            </w:r>
          </w:p>
        </w:tc>
      </w:tr>
      <w:tr w:rsidR="00137110" w14:paraId="0658CBCD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0A6CD" w14:textId="77777777" w:rsidR="00137110" w:rsidRDefault="00137110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Inne z udziałem nauczyciela akademickiego</w:t>
            </w:r>
          </w:p>
          <w:p w14:paraId="33EADA3B" w14:textId="77777777" w:rsidR="00137110" w:rsidRDefault="00137110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(udział w konsultacjach, egzaminie, zaliczeniu)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4EA11" w14:textId="77777777" w:rsidR="00137110" w:rsidRDefault="00137110" w:rsidP="0094009D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6</w:t>
            </w:r>
          </w:p>
        </w:tc>
      </w:tr>
      <w:tr w:rsidR="00137110" w14:paraId="0438747B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0431A" w14:textId="77777777" w:rsidR="00137110" w:rsidRDefault="00137110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Godziny niekontaktowe – praca własna studenta</w:t>
            </w:r>
          </w:p>
          <w:p w14:paraId="1937B812" w14:textId="77777777" w:rsidR="00137110" w:rsidRDefault="00137110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EB8EE" w14:textId="277E64A2" w:rsidR="00137110" w:rsidRDefault="00B37DF6" w:rsidP="0094009D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3</w:t>
            </w:r>
            <w:r w:rsidR="00137110"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  <w:tr w:rsidR="00137110" w14:paraId="00D7B6FD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B2727" w14:textId="77777777" w:rsidR="00137110" w:rsidRDefault="00137110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B1212" w14:textId="77777777" w:rsidR="00137110" w:rsidRDefault="00137110" w:rsidP="0094009D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60</w:t>
            </w:r>
          </w:p>
        </w:tc>
      </w:tr>
      <w:tr w:rsidR="00137110" w14:paraId="0AD00C0E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1C35E" w14:textId="77777777" w:rsidR="00137110" w:rsidRDefault="00137110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4751B" w14:textId="77777777" w:rsidR="00137110" w:rsidRDefault="00137110" w:rsidP="0094009D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6BBE219B" w14:textId="77777777" w:rsidR="00137110" w:rsidRDefault="00137110">
      <w:pPr>
        <w:pStyle w:val="Punktygwne"/>
        <w:spacing w:before="0" w:after="0"/>
        <w:ind w:left="426"/>
      </w:pPr>
      <w:r>
        <w:rPr>
          <w:rFonts w:ascii="Corbel" w:hAnsi="Corbel" w:cs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997CC1D" w14:textId="77777777" w:rsidR="00137110" w:rsidRDefault="00137110">
      <w:pPr>
        <w:pStyle w:val="Punktygwne"/>
        <w:spacing w:before="0" w:after="0"/>
        <w:rPr>
          <w:rFonts w:ascii="Corbel" w:hAnsi="Corbel" w:cs="Corbel"/>
          <w:b w:val="0"/>
          <w:i/>
          <w:smallCaps w:val="0"/>
          <w:szCs w:val="24"/>
        </w:rPr>
      </w:pPr>
    </w:p>
    <w:p w14:paraId="40334C7B" w14:textId="77777777" w:rsidR="00137110" w:rsidRDefault="00137110">
      <w:pPr>
        <w:pStyle w:val="Punktygwne"/>
        <w:spacing w:before="0" w:after="0"/>
      </w:pPr>
      <w:r>
        <w:rPr>
          <w:rFonts w:ascii="Corbel" w:hAnsi="Corbel" w:cs="Corbel"/>
          <w:smallCaps w:val="0"/>
          <w:szCs w:val="24"/>
        </w:rPr>
        <w:t>6. PRAKTYKI ZAWODOWE W RAMACH PRZEDMIOTU</w:t>
      </w:r>
    </w:p>
    <w:p w14:paraId="110FFD37" w14:textId="77777777" w:rsidR="00137110" w:rsidRDefault="00137110">
      <w:pPr>
        <w:pStyle w:val="Punktygwne"/>
        <w:spacing w:before="0" w:after="0"/>
        <w:ind w:left="36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189" w:type="dxa"/>
        <w:tblLayout w:type="fixed"/>
        <w:tblLook w:val="0000" w:firstRow="0" w:lastRow="0" w:firstColumn="0" w:lastColumn="0" w:noHBand="0" w:noVBand="0"/>
      </w:tblPr>
      <w:tblGrid>
        <w:gridCol w:w="4020"/>
        <w:gridCol w:w="3984"/>
      </w:tblGrid>
      <w:tr w:rsidR="00137110" w14:paraId="5454FE01" w14:textId="77777777">
        <w:trPr>
          <w:trHeight w:val="397"/>
        </w:trPr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D6691" w14:textId="77777777" w:rsidR="00137110" w:rsidRDefault="00137110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D13F9" w14:textId="77777777" w:rsidR="00137110" w:rsidRDefault="00137110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137110" w14:paraId="5BCC8499" w14:textId="77777777">
        <w:trPr>
          <w:trHeight w:val="397"/>
        </w:trPr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FD703" w14:textId="77777777" w:rsidR="00137110" w:rsidRDefault="00137110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14808" w14:textId="77777777" w:rsidR="00137110" w:rsidRDefault="00137110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-</w:t>
            </w:r>
          </w:p>
        </w:tc>
      </w:tr>
    </w:tbl>
    <w:p w14:paraId="6B699379" w14:textId="77777777" w:rsidR="00137110" w:rsidRDefault="00137110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7630DC2B" w14:textId="77777777" w:rsidR="00137110" w:rsidRDefault="00137110">
      <w:pPr>
        <w:pStyle w:val="Punktygwne"/>
        <w:spacing w:before="0" w:after="0"/>
      </w:pPr>
      <w:r>
        <w:rPr>
          <w:rFonts w:ascii="Corbel" w:hAnsi="Corbel" w:cs="Corbel"/>
          <w:smallCaps w:val="0"/>
          <w:szCs w:val="24"/>
        </w:rPr>
        <w:t xml:space="preserve">7. LITERATURA </w:t>
      </w:r>
    </w:p>
    <w:p w14:paraId="3FE9F23F" w14:textId="77777777" w:rsidR="00137110" w:rsidRDefault="00137110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tbl>
      <w:tblPr>
        <w:tblW w:w="9240" w:type="dxa"/>
        <w:tblInd w:w="249" w:type="dxa"/>
        <w:tblLayout w:type="fixed"/>
        <w:tblLook w:val="0000" w:firstRow="0" w:lastRow="0" w:firstColumn="0" w:lastColumn="0" w:noHBand="0" w:noVBand="0"/>
      </w:tblPr>
      <w:tblGrid>
        <w:gridCol w:w="9240"/>
      </w:tblGrid>
      <w:tr w:rsidR="00137110" w:rsidRPr="00511926" w14:paraId="672CA9F7" w14:textId="77777777" w:rsidTr="5A3EE52E">
        <w:trPr>
          <w:trHeight w:val="397"/>
        </w:trPr>
        <w:tc>
          <w:tcPr>
            <w:tcW w:w="9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9C9695" w14:textId="77777777" w:rsidR="00137110" w:rsidRDefault="00137110" w:rsidP="5A3EE52E">
            <w:pPr>
              <w:pStyle w:val="Punktygwne"/>
              <w:spacing w:before="0" w:after="0"/>
              <w:ind w:left="357" w:hanging="357"/>
            </w:pPr>
            <w:r w:rsidRPr="5A3EE52E">
              <w:rPr>
                <w:rFonts w:ascii="Corbel" w:hAnsi="Corbel" w:cs="Corbel"/>
                <w:smallCaps w:val="0"/>
              </w:rPr>
              <w:t>Literatura podstawowa:</w:t>
            </w:r>
          </w:p>
          <w:p w14:paraId="1F72F646" w14:textId="77777777" w:rsidR="00137110" w:rsidRDefault="00137110" w:rsidP="5A3EE52E">
            <w:pPr>
              <w:pStyle w:val="Punktygwne"/>
              <w:spacing w:before="0" w:after="0"/>
              <w:ind w:left="357" w:hanging="357"/>
              <w:rPr>
                <w:rFonts w:ascii="Corbel" w:hAnsi="Corbel" w:cs="Corbel"/>
                <w:smallCaps w:val="0"/>
              </w:rPr>
            </w:pPr>
          </w:p>
          <w:p w14:paraId="47C591A9" w14:textId="77777777" w:rsidR="00137110" w:rsidRDefault="00137110" w:rsidP="5A3EE52E">
            <w:pPr>
              <w:pStyle w:val="Punktygwne"/>
              <w:spacing w:before="0" w:after="0"/>
              <w:ind w:left="357" w:hanging="357"/>
            </w:pPr>
            <w:r w:rsidRPr="5A3EE52E">
              <w:rPr>
                <w:rFonts w:ascii="Corbel" w:hAnsi="Corbel" w:cs="Corbel"/>
                <w:b w:val="0"/>
                <w:smallCaps w:val="0"/>
                <w:color w:val="000000" w:themeColor="text1"/>
              </w:rPr>
              <w:t xml:space="preserve">Hannerz U., </w:t>
            </w:r>
            <w:r w:rsidRPr="5A3EE52E">
              <w:rPr>
                <w:rFonts w:ascii="Corbel" w:hAnsi="Corbel" w:cs="Corbel"/>
                <w:b w:val="0"/>
                <w:i/>
                <w:iCs/>
                <w:smallCaps w:val="0"/>
                <w:color w:val="000000" w:themeColor="text1"/>
              </w:rPr>
              <w:t>Odkrywanie miasta. Antropologia obszarów m</w:t>
            </w:r>
            <w:r w:rsidRPr="5A3EE52E">
              <w:rPr>
                <w:rFonts w:ascii="Corbel" w:hAnsi="Corbel" w:cs="Corbel"/>
                <w:b w:val="0"/>
                <w:smallCaps w:val="0"/>
                <w:color w:val="000000" w:themeColor="text1"/>
              </w:rPr>
              <w:t>iejskich, Wydawnictwo Uniwersytetu Jagiellońskiego, Kraków 2006.</w:t>
            </w:r>
          </w:p>
          <w:p w14:paraId="51303106" w14:textId="77777777" w:rsidR="00137110" w:rsidRDefault="00137110" w:rsidP="5A3EE52E">
            <w:pPr>
              <w:pStyle w:val="Punktygwne"/>
              <w:spacing w:before="0" w:after="0"/>
              <w:ind w:left="357" w:hanging="357"/>
            </w:pPr>
            <w:r w:rsidRPr="5A3EE52E">
              <w:rPr>
                <w:rFonts w:ascii="Corbel" w:hAnsi="Corbel" w:cs="Corbel"/>
                <w:b w:val="0"/>
                <w:smallCaps w:val="0"/>
                <w:color w:val="000000" w:themeColor="text1"/>
              </w:rPr>
              <w:lastRenderedPageBreak/>
              <w:t xml:space="preserve">Frysztacki K., </w:t>
            </w:r>
            <w:r w:rsidRPr="5A3EE52E">
              <w:rPr>
                <w:rFonts w:ascii="Corbel" w:hAnsi="Corbel" w:cs="Corbel"/>
                <w:b w:val="0"/>
                <w:i/>
                <w:iCs/>
                <w:smallCaps w:val="0"/>
                <w:color w:val="000000" w:themeColor="text1"/>
              </w:rPr>
              <w:t>Miasta metropolitalne i ich przedmieścia. Z problematyki socjologii miasta oraz badań nad rzeczywistością krakowską</w:t>
            </w:r>
            <w:r w:rsidRPr="5A3EE52E">
              <w:rPr>
                <w:rFonts w:ascii="Corbel" w:hAnsi="Corbel" w:cs="Corbel"/>
                <w:b w:val="0"/>
                <w:smallCaps w:val="0"/>
                <w:color w:val="000000" w:themeColor="text1"/>
              </w:rPr>
              <w:t>, Kraków 1997.</w:t>
            </w:r>
          </w:p>
          <w:p w14:paraId="404541BA" w14:textId="77777777" w:rsidR="00137110" w:rsidRDefault="00137110" w:rsidP="5A3EE52E">
            <w:pPr>
              <w:pStyle w:val="Punktygwne"/>
              <w:spacing w:before="0" w:after="0"/>
              <w:ind w:left="357" w:hanging="357"/>
            </w:pPr>
            <w:r w:rsidRPr="5A3EE52E">
              <w:rPr>
                <w:rFonts w:ascii="Corbel" w:hAnsi="Corbel" w:cs="Corbel"/>
                <w:b w:val="0"/>
                <w:smallCaps w:val="0"/>
                <w:color w:val="000000" w:themeColor="text1"/>
              </w:rPr>
              <w:t xml:space="preserve">Jałowiecki B., Szczepański M.S., </w:t>
            </w:r>
            <w:r w:rsidRPr="5A3EE52E">
              <w:rPr>
                <w:rFonts w:ascii="Corbel" w:hAnsi="Corbel" w:cs="Corbel"/>
                <w:b w:val="0"/>
                <w:i/>
                <w:iCs/>
                <w:smallCaps w:val="0"/>
                <w:color w:val="000000" w:themeColor="text1"/>
              </w:rPr>
              <w:t>Miasto i przestrzeń w perspektywie socjologicznej</w:t>
            </w:r>
            <w:r w:rsidRPr="5A3EE52E">
              <w:rPr>
                <w:rFonts w:ascii="Corbel" w:hAnsi="Corbel" w:cs="Corbel"/>
                <w:b w:val="0"/>
                <w:smallCaps w:val="0"/>
                <w:color w:val="000000" w:themeColor="text1"/>
              </w:rPr>
              <w:t>, Wydawnictwo Scholar, Warszawa 2002.</w:t>
            </w:r>
          </w:p>
          <w:p w14:paraId="34586DA9" w14:textId="77777777" w:rsidR="00137110" w:rsidRDefault="00137110" w:rsidP="5A3EE52E">
            <w:pPr>
              <w:pStyle w:val="Punktygwne"/>
              <w:spacing w:before="0" w:after="0"/>
              <w:ind w:left="357" w:hanging="357"/>
            </w:pPr>
            <w:r w:rsidRPr="5A3EE52E">
              <w:rPr>
                <w:rFonts w:ascii="Corbel" w:hAnsi="Corbel" w:cs="Corbel"/>
                <w:b w:val="0"/>
                <w:smallCaps w:val="0"/>
                <w:color w:val="000000" w:themeColor="text1"/>
              </w:rPr>
              <w:t xml:space="preserve">Gałkowski J., </w:t>
            </w:r>
            <w:r w:rsidRPr="5A3EE52E">
              <w:rPr>
                <w:rFonts w:ascii="Corbel" w:hAnsi="Corbel" w:cs="Corbel"/>
                <w:b w:val="0"/>
                <w:i/>
                <w:iCs/>
                <w:smallCaps w:val="0"/>
                <w:color w:val="000000" w:themeColor="text1"/>
              </w:rPr>
              <w:t>Socjologia miasta w epoce globalnej</w:t>
            </w:r>
            <w:r w:rsidRPr="5A3EE52E">
              <w:rPr>
                <w:rFonts w:ascii="Corbel" w:hAnsi="Corbel" w:cs="Corbel"/>
                <w:b w:val="0"/>
                <w:smallCaps w:val="0"/>
                <w:color w:val="000000" w:themeColor="text1"/>
              </w:rPr>
              <w:t>, [w:] Kultura i Polityka: zeszyty naukowe Wyższej Szkoły Europejskiej im. ks. Józefa Tischnera w Krakowie, 2008, nr 4, s. 94-106.</w:t>
            </w:r>
          </w:p>
          <w:p w14:paraId="6C0DA12E" w14:textId="77777777" w:rsidR="00137110" w:rsidRDefault="00137110" w:rsidP="5A3EE52E">
            <w:pPr>
              <w:pStyle w:val="Punktygwne"/>
              <w:spacing w:before="0" w:after="0"/>
              <w:ind w:left="357" w:hanging="357"/>
            </w:pPr>
            <w:r w:rsidRPr="5A3EE52E">
              <w:rPr>
                <w:rFonts w:ascii="Corbel" w:hAnsi="Corbel" w:cs="Corbel"/>
                <w:b w:val="0"/>
                <w:smallCaps w:val="0"/>
                <w:color w:val="000000" w:themeColor="text1"/>
              </w:rPr>
              <w:t xml:space="preserve">Kajdanek K., </w:t>
            </w:r>
            <w:r w:rsidRPr="5A3EE52E">
              <w:rPr>
                <w:rFonts w:ascii="Corbel" w:hAnsi="Corbel" w:cs="Corbel"/>
                <w:b w:val="0"/>
                <w:i/>
                <w:iCs/>
                <w:smallCaps w:val="0"/>
                <w:color w:val="000000" w:themeColor="text1"/>
              </w:rPr>
              <w:t>Suburbanizacja po polsku</w:t>
            </w:r>
            <w:r w:rsidRPr="5A3EE52E">
              <w:rPr>
                <w:rFonts w:ascii="Corbel" w:hAnsi="Corbel" w:cs="Corbel"/>
                <w:b w:val="0"/>
                <w:smallCaps w:val="0"/>
                <w:color w:val="000000" w:themeColor="text1"/>
              </w:rPr>
              <w:t>, NOMOS, Kraków 2012.</w:t>
            </w:r>
          </w:p>
          <w:p w14:paraId="7A01ADBD" w14:textId="77777777" w:rsidR="00137110" w:rsidRDefault="00137110" w:rsidP="5A3EE52E">
            <w:pPr>
              <w:pStyle w:val="Punktygwne"/>
              <w:spacing w:before="0" w:after="0"/>
              <w:ind w:left="357" w:hanging="357"/>
            </w:pPr>
            <w:r w:rsidRPr="5A3EE52E">
              <w:rPr>
                <w:rFonts w:ascii="Corbel" w:hAnsi="Corbel" w:cs="Corbel"/>
                <w:b w:val="0"/>
                <w:smallCaps w:val="0"/>
                <w:color w:val="000000" w:themeColor="text1"/>
              </w:rPr>
              <w:t xml:space="preserve">Majer A., </w:t>
            </w:r>
            <w:r w:rsidRPr="5A3EE52E">
              <w:rPr>
                <w:rFonts w:ascii="Corbel" w:hAnsi="Corbel" w:cs="Corbel"/>
                <w:b w:val="0"/>
                <w:i/>
                <w:iCs/>
                <w:smallCaps w:val="0"/>
                <w:color w:val="000000" w:themeColor="text1"/>
              </w:rPr>
              <w:t>Socjologia i przestrzeń miejska</w:t>
            </w:r>
            <w:r w:rsidRPr="5A3EE52E">
              <w:rPr>
                <w:rFonts w:ascii="Corbel" w:hAnsi="Corbel" w:cs="Corbel"/>
                <w:b w:val="0"/>
                <w:smallCaps w:val="0"/>
                <w:color w:val="000000" w:themeColor="text1"/>
              </w:rPr>
              <w:t>, Wydawnictwo Naukowe PWN Warszawa, 2010.</w:t>
            </w:r>
          </w:p>
          <w:p w14:paraId="0C6E4ED7" w14:textId="77777777" w:rsidR="00137110" w:rsidRDefault="00137110" w:rsidP="5A3EE52E">
            <w:pPr>
              <w:pStyle w:val="Punktygwne"/>
              <w:spacing w:before="0" w:after="0"/>
              <w:ind w:left="357" w:hanging="357"/>
            </w:pPr>
            <w:r w:rsidRPr="5A3EE52E">
              <w:rPr>
                <w:rFonts w:ascii="Corbel" w:hAnsi="Corbel" w:cs="Corbel"/>
                <w:b w:val="0"/>
                <w:smallCaps w:val="0"/>
                <w:color w:val="000000" w:themeColor="text1"/>
              </w:rPr>
              <w:t xml:space="preserve">Malikowski M., </w:t>
            </w:r>
            <w:r w:rsidRPr="5A3EE52E">
              <w:rPr>
                <w:rFonts w:ascii="Corbel" w:hAnsi="Corbel" w:cs="Corbel"/>
                <w:b w:val="0"/>
                <w:i/>
                <w:iCs/>
                <w:smallCaps w:val="0"/>
                <w:color w:val="000000" w:themeColor="text1"/>
              </w:rPr>
              <w:t>Socjologiczne badanie miasta: problemy pojęciowe, teoretyczne i metodologiczne</w:t>
            </w:r>
            <w:r w:rsidRPr="5A3EE52E">
              <w:rPr>
                <w:rFonts w:ascii="Corbel" w:hAnsi="Corbel" w:cs="Corbel"/>
                <w:b w:val="0"/>
                <w:smallCaps w:val="0"/>
                <w:color w:val="000000" w:themeColor="text1"/>
              </w:rPr>
              <w:t>, Rzeszów 1992.</w:t>
            </w:r>
          </w:p>
        </w:tc>
      </w:tr>
      <w:tr w:rsidR="00137110" w14:paraId="3A79172F" w14:textId="77777777" w:rsidTr="5A3EE52E">
        <w:trPr>
          <w:trHeight w:val="397"/>
        </w:trPr>
        <w:tc>
          <w:tcPr>
            <w:tcW w:w="9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16B1D9" w14:textId="77777777" w:rsidR="00137110" w:rsidRDefault="00137110" w:rsidP="5A3EE52E">
            <w:pPr>
              <w:pStyle w:val="Punktygwne"/>
              <w:spacing w:before="0" w:after="0"/>
              <w:ind w:left="357" w:hanging="357"/>
            </w:pPr>
            <w:r w:rsidRPr="5A3EE52E">
              <w:rPr>
                <w:rFonts w:ascii="Corbel" w:hAnsi="Corbel" w:cs="Corbel"/>
                <w:smallCaps w:val="0"/>
              </w:rPr>
              <w:lastRenderedPageBreak/>
              <w:t xml:space="preserve">Literatura uzupełniająca: </w:t>
            </w:r>
          </w:p>
          <w:p w14:paraId="08CE6F91" w14:textId="77777777" w:rsidR="00137110" w:rsidRDefault="00137110" w:rsidP="5A3EE52E">
            <w:pPr>
              <w:pStyle w:val="Punktygwne"/>
              <w:spacing w:before="0" w:after="0"/>
              <w:ind w:left="357" w:hanging="357"/>
              <w:rPr>
                <w:rFonts w:ascii="Corbel" w:hAnsi="Corbel" w:cs="Corbel"/>
                <w:smallCaps w:val="0"/>
              </w:rPr>
            </w:pPr>
          </w:p>
          <w:p w14:paraId="41692F62" w14:textId="77777777" w:rsidR="00137110" w:rsidRDefault="00137110" w:rsidP="5A3EE52E">
            <w:pPr>
              <w:pStyle w:val="Punktygwne"/>
              <w:spacing w:before="0" w:after="0"/>
              <w:ind w:left="357" w:hanging="357"/>
            </w:pPr>
            <w:r w:rsidRPr="5A3EE52E">
              <w:rPr>
                <w:rFonts w:ascii="Corbel" w:hAnsi="Corbel" w:cs="Corbel"/>
                <w:b w:val="0"/>
                <w:smallCaps w:val="0"/>
                <w:color w:val="000000" w:themeColor="text1"/>
              </w:rPr>
              <w:t xml:space="preserve">Bierwiaczonek K., </w:t>
            </w:r>
            <w:r w:rsidRPr="5A3EE52E">
              <w:rPr>
                <w:rFonts w:ascii="Corbel" w:hAnsi="Corbel" w:cs="Corbel"/>
                <w:b w:val="0"/>
                <w:i/>
                <w:iCs/>
                <w:smallCaps w:val="0"/>
                <w:color w:val="000000" w:themeColor="text1"/>
              </w:rPr>
              <w:t>Miasto jako przestrzeń identyfikacji jego mieszkańców</w:t>
            </w:r>
            <w:r w:rsidRPr="5A3EE52E">
              <w:rPr>
                <w:rFonts w:ascii="Corbel" w:hAnsi="Corbel" w:cs="Corbel"/>
                <w:b w:val="0"/>
                <w:smallCaps w:val="0"/>
                <w:color w:val="000000" w:themeColor="text1"/>
              </w:rPr>
              <w:t>, [w:] "Górnośląskie Studia Socjologiczne. Seria Nowa", 2016, Nr 7, s. 102-116.</w:t>
            </w:r>
          </w:p>
          <w:p w14:paraId="23EC518A" w14:textId="77777777" w:rsidR="00137110" w:rsidRDefault="00137110" w:rsidP="5A3EE52E">
            <w:pPr>
              <w:pStyle w:val="Punktygwne"/>
              <w:spacing w:before="0" w:after="0"/>
              <w:ind w:left="357" w:hanging="357"/>
            </w:pPr>
            <w:r w:rsidRPr="5A3EE52E">
              <w:rPr>
                <w:rFonts w:ascii="Corbel" w:hAnsi="Corbel" w:cs="Corbel"/>
                <w:b w:val="0"/>
                <w:smallCaps w:val="0"/>
                <w:color w:val="000000" w:themeColor="text1"/>
              </w:rPr>
              <w:t xml:space="preserve">Castells M., </w:t>
            </w:r>
            <w:r w:rsidRPr="5A3EE52E">
              <w:rPr>
                <w:rFonts w:ascii="Corbel" w:hAnsi="Corbel" w:cs="Corbel"/>
                <w:b w:val="0"/>
                <w:i/>
                <w:iCs/>
                <w:smallCaps w:val="0"/>
                <w:color w:val="000000" w:themeColor="text1"/>
              </w:rPr>
              <w:t>Kwestia miejska</w:t>
            </w:r>
            <w:r w:rsidRPr="5A3EE52E">
              <w:rPr>
                <w:rFonts w:ascii="Corbel" w:hAnsi="Corbel" w:cs="Corbel"/>
                <w:b w:val="0"/>
                <w:smallCaps w:val="0"/>
                <w:color w:val="000000" w:themeColor="text1"/>
              </w:rPr>
              <w:t>, PWN Warszawa 1982.</w:t>
            </w:r>
          </w:p>
          <w:p w14:paraId="3EFF7438" w14:textId="77777777" w:rsidR="00137110" w:rsidRDefault="00137110" w:rsidP="5A3EE52E">
            <w:pPr>
              <w:pStyle w:val="Punktygwne"/>
              <w:spacing w:before="0" w:after="0"/>
              <w:ind w:left="357" w:hanging="357"/>
            </w:pPr>
            <w:r w:rsidRPr="5A3EE52E">
              <w:rPr>
                <w:rFonts w:ascii="Corbel" w:hAnsi="Corbel" w:cs="Corbel"/>
                <w:b w:val="0"/>
                <w:smallCaps w:val="0"/>
                <w:color w:val="000000" w:themeColor="text1"/>
              </w:rPr>
              <w:t xml:space="preserve">Majer A., Starosta P., </w:t>
            </w:r>
            <w:r w:rsidRPr="5A3EE52E">
              <w:rPr>
                <w:rFonts w:ascii="Corbel" w:hAnsi="Corbel" w:cs="Corbel"/>
                <w:b w:val="0"/>
                <w:i/>
                <w:iCs/>
                <w:smallCaps w:val="0"/>
                <w:color w:val="000000" w:themeColor="text1"/>
              </w:rPr>
              <w:t>Wokół socjologii pr</w:t>
            </w:r>
            <w:r w:rsidRPr="5A3EE52E">
              <w:rPr>
                <w:rFonts w:ascii="Corbel" w:hAnsi="Corbel" w:cs="Corbel"/>
                <w:b w:val="0"/>
                <w:smallCaps w:val="0"/>
                <w:color w:val="000000" w:themeColor="text1"/>
              </w:rPr>
              <w:t>zestrzeni, Łódź 2004.</w:t>
            </w:r>
          </w:p>
          <w:p w14:paraId="706F248D" w14:textId="77777777" w:rsidR="00137110" w:rsidRDefault="00137110" w:rsidP="5A3EE52E">
            <w:pPr>
              <w:pStyle w:val="Punktygwne"/>
              <w:spacing w:before="0" w:after="0"/>
              <w:ind w:left="357" w:hanging="357"/>
            </w:pPr>
            <w:r w:rsidRPr="5A3EE52E">
              <w:rPr>
                <w:rFonts w:ascii="Corbel" w:hAnsi="Corbel" w:cs="Corbel"/>
                <w:b w:val="0"/>
                <w:smallCaps w:val="0"/>
                <w:color w:val="000000" w:themeColor="text1"/>
              </w:rPr>
              <w:t xml:space="preserve">Malikowski M., Solecki S., </w:t>
            </w:r>
            <w:r w:rsidRPr="5A3EE52E">
              <w:rPr>
                <w:rFonts w:ascii="Corbel" w:hAnsi="Corbel" w:cs="Corbel"/>
                <w:b w:val="0"/>
                <w:i/>
                <w:iCs/>
                <w:smallCaps w:val="0"/>
                <w:color w:val="000000" w:themeColor="text1"/>
              </w:rPr>
              <w:t>Socjologia miasta. Wybór tekstów</w:t>
            </w:r>
            <w:r w:rsidRPr="5A3EE52E">
              <w:rPr>
                <w:rFonts w:ascii="Corbel" w:hAnsi="Corbel" w:cs="Corbel"/>
                <w:b w:val="0"/>
                <w:smallCaps w:val="0"/>
                <w:color w:val="000000" w:themeColor="text1"/>
              </w:rPr>
              <w:t>, Rzeszów 1999.</w:t>
            </w:r>
          </w:p>
          <w:p w14:paraId="0113655F" w14:textId="77777777" w:rsidR="00137110" w:rsidRDefault="00137110" w:rsidP="5A3EE52E">
            <w:pPr>
              <w:pStyle w:val="Punktygwne"/>
              <w:spacing w:before="0" w:after="0"/>
              <w:ind w:left="357" w:hanging="357"/>
            </w:pPr>
            <w:r w:rsidRPr="5A3EE52E">
              <w:rPr>
                <w:rFonts w:ascii="Corbel" w:hAnsi="Corbel" w:cs="Corbel"/>
                <w:b w:val="0"/>
                <w:smallCaps w:val="0"/>
                <w:color w:val="000000" w:themeColor="text1"/>
              </w:rPr>
              <w:t xml:space="preserve">Glinianowicz K., Kotyńska K. (red.), </w:t>
            </w:r>
            <w:r w:rsidRPr="5A3EE52E">
              <w:rPr>
                <w:rFonts w:ascii="Corbel" w:hAnsi="Corbel" w:cs="Corbel"/>
                <w:b w:val="0"/>
                <w:i/>
                <w:iCs/>
                <w:smallCaps w:val="0"/>
                <w:color w:val="000000" w:themeColor="text1"/>
              </w:rPr>
              <w:t>Obce/swoje. Miasto i wieś w literaturze i kulturze ukraińskiej XX–XXI wieku</w:t>
            </w:r>
            <w:r w:rsidRPr="5A3EE52E">
              <w:rPr>
                <w:rFonts w:ascii="Corbel" w:hAnsi="Corbel" w:cs="Corbel"/>
                <w:b w:val="0"/>
                <w:smallCaps w:val="0"/>
                <w:color w:val="000000" w:themeColor="text1"/>
              </w:rPr>
              <w:t>, Kraków 2015.</w:t>
            </w:r>
          </w:p>
          <w:p w14:paraId="35091507" w14:textId="77777777" w:rsidR="00137110" w:rsidRDefault="00137110" w:rsidP="5A3EE52E">
            <w:pPr>
              <w:pStyle w:val="Punktygwne"/>
              <w:spacing w:before="0" w:after="0"/>
              <w:ind w:left="357" w:hanging="357"/>
            </w:pPr>
            <w:r w:rsidRPr="5A3EE52E">
              <w:rPr>
                <w:rFonts w:ascii="Corbel" w:hAnsi="Corbel" w:cs="Corbel"/>
                <w:b w:val="0"/>
                <w:smallCaps w:val="0"/>
                <w:color w:val="000000" w:themeColor="text1"/>
              </w:rPr>
              <w:t xml:space="preserve">Sassen S., </w:t>
            </w:r>
            <w:r w:rsidRPr="5A3EE52E">
              <w:rPr>
                <w:rFonts w:ascii="Corbel" w:hAnsi="Corbel" w:cs="Corbel"/>
                <w:b w:val="0"/>
                <w:i/>
                <w:iCs/>
                <w:smallCaps w:val="0"/>
                <w:color w:val="000000" w:themeColor="text1"/>
              </w:rPr>
              <w:t>Czyje właściwie jest miasto? Refleksje wokół globalnych dynamik miejskic</w:t>
            </w:r>
            <w:r w:rsidRPr="5A3EE52E">
              <w:rPr>
                <w:rFonts w:ascii="Corbel" w:hAnsi="Corbel" w:cs="Corbel"/>
                <w:b w:val="0"/>
                <w:smallCaps w:val="0"/>
                <w:color w:val="000000" w:themeColor="text1"/>
              </w:rPr>
              <w:t>h, 11 grudnia 2017 r. (https://www.greeneuropeanjournal.eu/czyje-wlasciwie-jest-miasto-refleksje-wokol-globalnych-dynamik-miejskich/)</w:t>
            </w:r>
          </w:p>
        </w:tc>
      </w:tr>
    </w:tbl>
    <w:p w14:paraId="61CDCEAD" w14:textId="77777777" w:rsidR="00511926" w:rsidRDefault="00511926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41F88A98" w14:textId="77777777" w:rsidR="00137110" w:rsidRPr="00511926" w:rsidRDefault="00511926" w:rsidP="005A60D8">
      <w:pPr>
        <w:pStyle w:val="Punktygwne"/>
        <w:spacing w:before="0" w:after="0"/>
        <w:ind w:firstLine="708"/>
        <w:rPr>
          <w:rFonts w:ascii="Corbel" w:hAnsi="Corbel" w:cs="Corbel"/>
          <w:b w:val="0"/>
          <w:smallCaps w:val="0"/>
          <w:szCs w:val="24"/>
        </w:rPr>
      </w:pPr>
      <w:r w:rsidRPr="00511926">
        <w:rPr>
          <w:rFonts w:ascii="Corbel" w:hAnsi="Corbel" w:cs="Corbel"/>
          <w:b w:val="0"/>
          <w:smallCaps w:val="0"/>
          <w:szCs w:val="24"/>
        </w:rPr>
        <w:t>Akceptacja Kierownika Jednostki lub osoby upoważnionej</w:t>
      </w:r>
    </w:p>
    <w:p w14:paraId="6BB9E253" w14:textId="77777777" w:rsidR="00511926" w:rsidRDefault="00511926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sectPr w:rsidR="00511926">
      <w:pgSz w:w="11906" w:h="16838"/>
      <w:pgMar w:top="1134" w:right="1134" w:bottom="5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1E4F45" w14:textId="77777777" w:rsidR="00AA2C3C" w:rsidRDefault="00AA2C3C">
      <w:pPr>
        <w:spacing w:after="0" w:line="240" w:lineRule="auto"/>
      </w:pPr>
      <w:r>
        <w:separator/>
      </w:r>
    </w:p>
  </w:endnote>
  <w:endnote w:type="continuationSeparator" w:id="0">
    <w:p w14:paraId="0C28D4FA" w14:textId="77777777" w:rsidR="00AA2C3C" w:rsidRDefault="00AA2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4C99F3" w14:textId="77777777" w:rsidR="00AA2C3C" w:rsidRDefault="00AA2C3C">
      <w:pPr>
        <w:spacing w:after="0" w:line="240" w:lineRule="auto"/>
      </w:pPr>
      <w:r>
        <w:separator/>
      </w:r>
    </w:p>
  </w:footnote>
  <w:footnote w:type="continuationSeparator" w:id="0">
    <w:p w14:paraId="597E61B0" w14:textId="77777777" w:rsidR="00AA2C3C" w:rsidRDefault="00AA2C3C">
      <w:pPr>
        <w:spacing w:after="0" w:line="240" w:lineRule="auto"/>
      </w:pPr>
      <w:r>
        <w:continuationSeparator/>
      </w:r>
    </w:p>
  </w:footnote>
  <w:footnote w:id="1">
    <w:p w14:paraId="0574AFC1" w14:textId="77777777" w:rsidR="00137110" w:rsidRDefault="00137110">
      <w:pPr>
        <w:pStyle w:val="Tekstprzypisudolnego"/>
      </w:pPr>
      <w:r>
        <w:rPr>
          <w:rStyle w:val="Znakiprzypiswdolnych"/>
          <w:rFonts w:ascii="Corbel" w:hAnsi="Corbel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584605536">
    <w:abstractNumId w:val="0"/>
  </w:num>
  <w:num w:numId="2" w16cid:durableId="19580963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26"/>
    <w:rsid w:val="00137110"/>
    <w:rsid w:val="00146047"/>
    <w:rsid w:val="001A559B"/>
    <w:rsid w:val="00264EFA"/>
    <w:rsid w:val="00457CD5"/>
    <w:rsid w:val="004999AC"/>
    <w:rsid w:val="00511926"/>
    <w:rsid w:val="005A60D8"/>
    <w:rsid w:val="00741C44"/>
    <w:rsid w:val="00770CF1"/>
    <w:rsid w:val="00780BA6"/>
    <w:rsid w:val="00871508"/>
    <w:rsid w:val="0094009D"/>
    <w:rsid w:val="00A36677"/>
    <w:rsid w:val="00A8769A"/>
    <w:rsid w:val="00AA2C3C"/>
    <w:rsid w:val="00B37DF6"/>
    <w:rsid w:val="00C111E2"/>
    <w:rsid w:val="00C51855"/>
    <w:rsid w:val="00ED595E"/>
    <w:rsid w:val="00F03C57"/>
    <w:rsid w:val="00F12AC9"/>
    <w:rsid w:val="00F86FF4"/>
    <w:rsid w:val="060CAB4C"/>
    <w:rsid w:val="193CC08C"/>
    <w:rsid w:val="236E5FAB"/>
    <w:rsid w:val="2729D78D"/>
    <w:rsid w:val="331993AD"/>
    <w:rsid w:val="502D9362"/>
    <w:rsid w:val="52643F10"/>
    <w:rsid w:val="5A3EE52E"/>
    <w:rsid w:val="645BE2ED"/>
    <w:rsid w:val="64823712"/>
    <w:rsid w:val="69053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A6372B4"/>
  <w15:chartTrackingRefBased/>
  <w15:docId w15:val="{828AB08A-EC96-455D-BAD1-B0C802BD4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1">
    <w:name w:val="Domyślna czcionka akapitu1"/>
  </w:style>
  <w:style w:type="character" w:customStyle="1" w:styleId="TytuZnak">
    <w:name w:val="Tytuł Znak"/>
    <w:rPr>
      <w:rFonts w:eastAsia="Times New Roman"/>
      <w:b/>
      <w:bCs/>
    </w:rPr>
  </w:style>
  <w:style w:type="character" w:customStyle="1" w:styleId="TekstdymkaZnak">
    <w:name w:val="Tekst dymka Znak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rPr>
      <w:rFonts w:ascii="Calibri" w:eastAsia="Calibri" w:hAnsi="Calibri" w:cs="Calibri"/>
      <w:sz w:val="22"/>
      <w:szCs w:val="22"/>
    </w:rPr>
  </w:style>
  <w:style w:type="character" w:customStyle="1" w:styleId="StopkaZnak">
    <w:name w:val="Stopka Znak"/>
    <w:rPr>
      <w:rFonts w:ascii="Calibri" w:eastAsia="Calibri" w:hAnsi="Calibri" w:cs="Calibri"/>
      <w:sz w:val="22"/>
      <w:szCs w:val="22"/>
    </w:rPr>
  </w:style>
  <w:style w:type="character" w:customStyle="1" w:styleId="TekstprzypisudolnegoZnak">
    <w:name w:val="Tekst przypisu dolnego Znak"/>
    <w:rPr>
      <w:rFonts w:ascii="Calibri" w:hAnsi="Calibri" w:cs="Times New Roman"/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odstawowyZnak">
    <w:name w:val="Tekst podstawowy Znak"/>
    <w:rPr>
      <w:rFonts w:ascii="Calibri" w:eastAsia="Calibri" w:hAnsi="Calibri" w:cs="Calibri"/>
      <w:sz w:val="22"/>
      <w:szCs w:val="22"/>
    </w:rPr>
  </w:style>
  <w:style w:type="character" w:styleId="Numerstrony">
    <w:name w:val="page number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Calibri" w:hAnsi="Calibri" w:cs="Calibri"/>
    </w:rPr>
  </w:style>
  <w:style w:type="character" w:customStyle="1" w:styleId="TematkomentarzaZnak">
    <w:name w:val="Temat komentarza Znak"/>
    <w:rPr>
      <w:rFonts w:ascii="Calibri" w:hAnsi="Calibri" w:cs="Calibri"/>
      <w:b/>
      <w:bCs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1">
    <w:name w:val="Nagłówek1"/>
    <w:basedOn w:val="Normalny"/>
    <w:next w:val="Tekstpodstawowy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val="x-none"/>
    </w:rPr>
  </w:style>
  <w:style w:type="paragraph" w:styleId="Tekstpodstawowy">
    <w:name w:val="Body Text"/>
    <w:basedOn w:val="Normalny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spacing w:after="0" w:line="240" w:lineRule="auto"/>
    </w:pPr>
    <w:rPr>
      <w:lang w:val="x-none"/>
    </w:rPr>
  </w:style>
  <w:style w:type="paragraph" w:styleId="Stopka">
    <w:name w:val="footer"/>
    <w:basedOn w:val="Normalny"/>
    <w:pPr>
      <w:spacing w:after="0" w:line="240" w:lineRule="auto"/>
    </w:pPr>
    <w:rPr>
      <w:lang w:val="x-none"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customStyle="1" w:styleId="Punktygwne">
    <w:name w:val="Punkty główne"/>
    <w:basedOn w:val="Normalny"/>
    <w:pPr>
      <w:spacing w:before="240" w:after="60" w:line="240" w:lineRule="auto"/>
    </w:pPr>
    <w:rPr>
      <w:rFonts w:ascii="Times New Roman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pPr>
      <w:overflowPunct w:val="0"/>
      <w:autoSpaceDE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pPr>
      <w:spacing w:before="40" w:after="40" w:line="240" w:lineRule="auto"/>
    </w:pPr>
    <w:rPr>
      <w:rFonts w:ascii="Times New Roman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pPr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</w:rPr>
  </w:style>
  <w:style w:type="paragraph" w:customStyle="1" w:styleId="Cele">
    <w:name w:val="Cele"/>
    <w:basedOn w:val="Tekstpodstawowy"/>
    <w:pPr>
      <w:overflowPunct w:val="0"/>
      <w:autoSpaceDE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rPr>
      <w:rFonts w:ascii="Times New Roman" w:hAnsi="Times New Roman" w:cs="Times New Roman"/>
      <w:sz w:val="24"/>
    </w:rPr>
  </w:style>
  <w:style w:type="paragraph" w:customStyle="1" w:styleId="centralniewrubryce">
    <w:name w:val="centralnie w rubryce"/>
    <w:basedOn w:val="Normalny"/>
    <w:pPr>
      <w:overflowPunct w:val="0"/>
      <w:autoSpaceDE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Bezodstpw">
    <w:name w:val="No Spacing"/>
    <w:qFormat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paragraph" w:customStyle="1" w:styleId="Zawartotabeli">
    <w:name w:val="Zawartość tabeli"/>
    <w:basedOn w:val="Normalny"/>
    <w:pPr>
      <w:widowControl w:val="0"/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916</Words>
  <Characters>5496</Characters>
  <Application>Microsoft Office Word</Application>
  <DocSecurity>0</DocSecurity>
  <Lines>45</Lines>
  <Paragraphs>12</Paragraphs>
  <ScaleCrop>false</ScaleCrop>
  <Company/>
  <LinksUpToDate>false</LinksUpToDate>
  <CharactersWithSpaces>6400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Anna Witkowska-Paleń</cp:lastModifiedBy>
  <cp:revision>18</cp:revision>
  <cp:lastPrinted>2017-02-15T21:41:00Z</cp:lastPrinted>
  <dcterms:created xsi:type="dcterms:W3CDTF">2024-07-15T09:43:00Z</dcterms:created>
  <dcterms:modified xsi:type="dcterms:W3CDTF">2025-11-05T15:10:00Z</dcterms:modified>
</cp:coreProperties>
</file>